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7087"/>
      </w:tblGrid>
      <w:tr w:rsidR="00BE1F17" w14:paraId="5378204A" w14:textId="77777777" w:rsidTr="0001023D">
        <w:trPr>
          <w:trHeight w:val="144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53782044" w14:textId="77777777" w:rsidR="00BE1F17" w:rsidRPr="00152616" w:rsidRDefault="00BE1F17" w:rsidP="0001023D">
            <w:pPr>
              <w:pStyle w:val="ZCom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3782072" wp14:editId="53782073">
                  <wp:extent cx="1363980" cy="678180"/>
                  <wp:effectExtent l="0" t="0" r="7620" b="7620"/>
                  <wp:docPr id="1" name="Picture 1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14:paraId="53782045" w14:textId="77777777" w:rsidR="00BE1F17" w:rsidRPr="00152616" w:rsidRDefault="00BE1F17" w:rsidP="0001023D">
            <w:pPr>
              <w:pStyle w:val="ZCom"/>
              <w:spacing w:before="90"/>
            </w:pPr>
            <w:r w:rsidRPr="00152616">
              <w:t>EUROPEAN COMMISSION</w:t>
            </w:r>
          </w:p>
          <w:p w14:paraId="53782046" w14:textId="77777777" w:rsidR="00BE1F17" w:rsidRPr="00152616" w:rsidRDefault="00BE1F17" w:rsidP="0001023D">
            <w:pPr>
              <w:pStyle w:val="ZDGName"/>
            </w:pPr>
            <w:r w:rsidRPr="00152616">
              <w:t xml:space="preserve">Directorate-General for </w:t>
            </w:r>
            <w:r>
              <w:t xml:space="preserve">International </w:t>
            </w:r>
            <w:r w:rsidRPr="00152616">
              <w:t xml:space="preserve">Cooperation </w:t>
            </w:r>
            <w:r>
              <w:t>and Development</w:t>
            </w:r>
            <w:r w:rsidRPr="00152616">
              <w:t xml:space="preserve"> </w:t>
            </w:r>
          </w:p>
          <w:p w14:paraId="53782047" w14:textId="77777777" w:rsidR="00BE1F17" w:rsidRPr="00A3573F" w:rsidRDefault="00BE1F17" w:rsidP="0001023D">
            <w:pPr>
              <w:spacing w:after="0"/>
              <w:rPr>
                <w:rFonts w:ascii="Arial" w:hAnsi="Arial" w:cs="Arial"/>
                <w:b/>
                <w:sz w:val="16"/>
                <w:szCs w:val="16"/>
                <w:lang w:eastAsia="en-GB"/>
              </w:rPr>
            </w:pPr>
            <w:r w:rsidRPr="00152616">
              <w:br/>
            </w:r>
            <w:r>
              <w:rPr>
                <w:rFonts w:ascii="Arial" w:hAnsi="Arial" w:cs="Arial"/>
                <w:b/>
                <w:sz w:val="16"/>
                <w:szCs w:val="16"/>
                <w:lang w:eastAsia="en-GB"/>
              </w:rPr>
              <w:t>DEVCO 05</w:t>
            </w:r>
          </w:p>
          <w:p w14:paraId="53782048" w14:textId="77777777" w:rsidR="00BE1F17" w:rsidRPr="00A3573F" w:rsidRDefault="00BE1F17" w:rsidP="0001023D">
            <w:pPr>
              <w:widowControl w:val="0"/>
              <w:autoSpaceDE w:val="0"/>
              <w:autoSpaceDN w:val="0"/>
              <w:spacing w:after="0"/>
              <w:ind w:right="85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A3573F">
              <w:rPr>
                <w:rFonts w:ascii="Arial" w:hAnsi="Arial" w:cs="Arial"/>
                <w:sz w:val="16"/>
                <w:szCs w:val="16"/>
                <w:lang w:eastAsia="en-GB"/>
              </w:rPr>
              <w:t>Operational Information Systems</w:t>
            </w:r>
          </w:p>
          <w:p w14:paraId="53782049" w14:textId="77777777" w:rsidR="00BE1F17" w:rsidRPr="00152616" w:rsidRDefault="00BE1F17" w:rsidP="0001023D">
            <w:pPr>
              <w:pStyle w:val="ZDGName"/>
            </w:pPr>
          </w:p>
        </w:tc>
      </w:tr>
    </w:tbl>
    <w:p w14:paraId="5378204B" w14:textId="77777777" w:rsidR="00BE1F17" w:rsidRPr="00BE1F17" w:rsidRDefault="00BE1F17" w:rsidP="00BE1F17"/>
    <w:bookmarkStart w:id="0" w:name="eltqTitle"/>
    <w:p w14:paraId="5378204C" w14:textId="77777777" w:rsidR="00BE1F17" w:rsidRPr="00057A40" w:rsidRDefault="00731AE0" w:rsidP="00BE1F17">
      <w:pPr>
        <w:pStyle w:val="Title"/>
        <w:rPr>
          <w:color w:val="1B587C" w:themeColor="accent3"/>
        </w:rPr>
      </w:pPr>
      <w:sdt>
        <w:sdtPr>
          <w:id w:val="745540532"/>
          <w:placeholder>
            <w:docPart w:val="4B8AB67E0D8446B0888AD7AA0E61F5FC"/>
          </w:placeholder>
        </w:sdtPr>
        <w:sdtEndPr/>
        <w:sdtContent>
          <w:r w:rsidR="00BE1F17" w:rsidRPr="00057A40">
            <w:t xml:space="preserve">OpSys </w:t>
          </w:r>
          <w:r w:rsidR="006A07C6">
            <w:t>Track</w:t>
          </w:r>
          <w:r w:rsidR="00BE1F17" w:rsidRPr="00057A40">
            <w:t xml:space="preserve"> 1 - DUG meeting </w:t>
          </w:r>
        </w:sdtContent>
      </w:sdt>
      <w:r w:rsidR="00BE1F17" w:rsidRPr="00057A40">
        <w:t xml:space="preserve"> </w:t>
      </w:r>
      <w:r w:rsidR="00BE1F17" w:rsidRPr="00E73E23">
        <w:rPr>
          <w:color w:val="F07F09" w:themeColor="accent1"/>
        </w:rPr>
        <w:t>|</w:t>
      </w:r>
      <w:r w:rsidR="006A07C6">
        <w:rPr>
          <w:color w:val="F07F09" w:themeColor="accent1"/>
        </w:rPr>
        <w:t>AGENDA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BE1F17" w14:paraId="5378204E" w14:textId="77777777" w:rsidTr="0001023D">
        <w:trPr>
          <w:trHeight w:val="20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End w:id="0"/>
          <w:p w14:paraId="5378204D" w14:textId="77777777" w:rsidR="00BE1F17" w:rsidRPr="000745C4" w:rsidRDefault="00BE1F17" w:rsidP="0001023D">
            <w:pPr>
              <w:pStyle w:val="Heading3"/>
              <w:jc w:val="center"/>
              <w:outlineLvl w:val="2"/>
              <w:rPr>
                <w:rFonts w:ascii="Calibri" w:hAnsi="Calibri"/>
              </w:rPr>
            </w:pPr>
            <w:r w:rsidRPr="004D425C">
              <w:t xml:space="preserve">Meeting </w:t>
            </w:r>
            <w:r>
              <w:t>date|</w:t>
            </w:r>
            <w:r w:rsidRPr="00B8487D">
              <w:rPr>
                <w:sz w:val="21"/>
              </w:rPr>
              <w:t>time</w:t>
            </w:r>
            <w:r w:rsidRPr="00CA1BE3">
              <w:rPr>
                <w:color w:val="auto"/>
              </w:rPr>
              <w:t xml:space="preserve"> </w:t>
            </w:r>
            <w:sdt>
              <w:sdtPr>
                <w:rPr>
                  <w:rFonts w:ascii="Calibri" w:hAnsi="Calibri"/>
                  <w:color w:val="auto"/>
                </w:rPr>
                <w:id w:val="-471444906"/>
                <w:placeholder>
                  <w:docPart w:val="CB7BACB65E5449B4AA8C68A4E7D84A8E"/>
                </w:placeholder>
                <w:date w:fullDate="2017-05-10T14:00:00Z">
                  <w:dateFormat w:val="dd/MM/yyyy HH:mm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C2752C">
                  <w:rPr>
                    <w:rFonts w:ascii="Calibri" w:hAnsi="Calibri"/>
                    <w:color w:val="auto"/>
                    <w:lang w:val="en-GB"/>
                  </w:rPr>
                  <w:t>10/05/2017 14:00</w:t>
                </w:r>
              </w:sdtContent>
            </w:sdt>
            <w:r w:rsidRPr="00C56B9E">
              <w:rPr>
                <w:rFonts w:ascii="Calibri" w:hAnsi="Calibri"/>
                <w:color w:val="auto"/>
                <w:lang w:val="en-GB"/>
              </w:rPr>
              <w:t xml:space="preserve">    </w:t>
            </w:r>
            <w:r w:rsidRPr="000745C4">
              <w:t xml:space="preserve">Meeting </w:t>
            </w:r>
            <w:r>
              <w:t xml:space="preserve">location </w:t>
            </w:r>
            <w:r w:rsidR="00C2752C" w:rsidRPr="00C2752C">
              <w:rPr>
                <w:rFonts w:ascii="Calibri" w:hAnsi="Calibri"/>
                <w:color w:val="auto"/>
              </w:rPr>
              <w:t>L-41 06/A128</w:t>
            </w:r>
          </w:p>
        </w:tc>
      </w:tr>
    </w:tbl>
    <w:p w14:paraId="5378204F" w14:textId="77777777" w:rsidR="0056753D" w:rsidRPr="003E7BFA" w:rsidRDefault="00D0372D" w:rsidP="002512BB">
      <w:pPr>
        <w:pStyle w:val="Subtitle"/>
        <w:rPr>
          <w:lang w:val="en-GB"/>
        </w:rPr>
      </w:pPr>
      <w:r w:rsidRPr="003E7BFA">
        <w:rPr>
          <w:lang w:val="en-GB"/>
        </w:rPr>
        <w:t>Meeting objective</w:t>
      </w:r>
      <w:r w:rsidR="00591720" w:rsidRPr="003E7BFA">
        <w:rPr>
          <w:lang w:val="en-GB"/>
        </w:rPr>
        <w:t xml:space="preserve">s </w:t>
      </w:r>
    </w:p>
    <w:p w14:paraId="53782050" w14:textId="77777777" w:rsidR="00591720" w:rsidRDefault="00591720" w:rsidP="00591720">
      <w:pPr>
        <w:rPr>
          <w:lang w:val="en-GB"/>
        </w:rPr>
      </w:pPr>
      <w:r w:rsidRPr="00591720">
        <w:rPr>
          <w:lang w:val="en-GB"/>
        </w:rPr>
        <w:t xml:space="preserve">The aim of first DUG meeting </w:t>
      </w:r>
      <w:r w:rsidR="00C2752C">
        <w:rPr>
          <w:lang w:val="en-GB"/>
        </w:rPr>
        <w:t>is to:</w:t>
      </w:r>
    </w:p>
    <w:p w14:paraId="53782051" w14:textId="77777777" w:rsidR="00C2752C" w:rsidRDefault="00C2752C" w:rsidP="00C2752C">
      <w:pPr>
        <w:pStyle w:val="ListParagraph"/>
        <w:numPr>
          <w:ilvl w:val="0"/>
          <w:numId w:val="22"/>
        </w:numPr>
        <w:spacing w:after="0"/>
        <w:jc w:val="left"/>
      </w:pPr>
      <w:r>
        <w:t xml:space="preserve">Provide a demonstration </w:t>
      </w:r>
      <w:r>
        <w:rPr>
          <w:lang w:val="en"/>
        </w:rPr>
        <w:t>on the basis of the very first functional screens</w:t>
      </w:r>
    </w:p>
    <w:p w14:paraId="53782052" w14:textId="77777777" w:rsidR="00C2752C" w:rsidRDefault="00C2752C" w:rsidP="00C2752C">
      <w:pPr>
        <w:pStyle w:val="ListParagraph"/>
        <w:numPr>
          <w:ilvl w:val="0"/>
          <w:numId w:val="22"/>
        </w:numPr>
        <w:spacing w:after="0"/>
        <w:jc w:val="left"/>
      </w:pPr>
      <w:r>
        <w:t>Collect feedback on scope and mock-ups for October release</w:t>
      </w:r>
    </w:p>
    <w:p w14:paraId="53782053" w14:textId="77777777" w:rsidR="00C2752C" w:rsidRDefault="00C2752C" w:rsidP="00C2752C">
      <w:pPr>
        <w:pStyle w:val="ListParagraph"/>
        <w:numPr>
          <w:ilvl w:val="0"/>
          <w:numId w:val="22"/>
        </w:numPr>
        <w:spacing w:after="200" w:line="276" w:lineRule="auto"/>
        <w:contextualSpacing/>
        <w:jc w:val="left"/>
        <w:rPr>
          <w:lang w:val="en-US"/>
        </w:rPr>
      </w:pPr>
      <w:r>
        <w:rPr>
          <w:lang w:val="en-US"/>
        </w:rPr>
        <w:t xml:space="preserve">Present and discuss 2017-2018 planning, specifically pilot and roll-out of project 1 </w:t>
      </w:r>
    </w:p>
    <w:p w14:paraId="53782054" w14:textId="77777777" w:rsidR="00BE1F17" w:rsidRDefault="00C2752C" w:rsidP="00BE1F17">
      <w:pPr>
        <w:pStyle w:val="Subtitle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single" w:sz="4" w:space="0" w:color="1B587C" w:themeColor="accent3"/>
        </w:tblBorders>
        <w:tblLook w:val="04A0" w:firstRow="1" w:lastRow="0" w:firstColumn="1" w:lastColumn="0" w:noHBand="0" w:noVBand="1"/>
      </w:tblPr>
      <w:tblGrid>
        <w:gridCol w:w="1526"/>
        <w:gridCol w:w="5953"/>
        <w:gridCol w:w="2143"/>
      </w:tblGrid>
      <w:tr w:rsidR="00C2752C" w:rsidRPr="002512BB" w14:paraId="53782058" w14:textId="77777777" w:rsidTr="00731AE0">
        <w:trPr>
          <w:trHeight w:val="567"/>
        </w:trPr>
        <w:tc>
          <w:tcPr>
            <w:tcW w:w="1526" w:type="dxa"/>
            <w:vAlign w:val="center"/>
          </w:tcPr>
          <w:p w14:paraId="53782055" w14:textId="77777777" w:rsidR="00C2752C" w:rsidRDefault="00C2752C" w:rsidP="00575171">
            <w:pPr>
              <w:spacing w:before="40" w:after="40"/>
              <w:jc w:val="left"/>
            </w:pPr>
            <w:r>
              <w:t>Hour</w:t>
            </w:r>
          </w:p>
        </w:tc>
        <w:tc>
          <w:tcPr>
            <w:tcW w:w="5953" w:type="dxa"/>
            <w:vAlign w:val="center"/>
          </w:tcPr>
          <w:p w14:paraId="53782056" w14:textId="77777777" w:rsidR="00C2752C" w:rsidRDefault="00C2752C" w:rsidP="00575171">
            <w:pPr>
              <w:spacing w:before="40" w:after="40"/>
              <w:jc w:val="left"/>
            </w:pPr>
            <w:r>
              <w:t>Subject</w:t>
            </w:r>
          </w:p>
        </w:tc>
        <w:tc>
          <w:tcPr>
            <w:tcW w:w="2143" w:type="dxa"/>
            <w:vAlign w:val="center"/>
          </w:tcPr>
          <w:p w14:paraId="53782057" w14:textId="1468C07D" w:rsidR="00C2752C" w:rsidRDefault="00731AE0" w:rsidP="00731AE0">
            <w:pPr>
              <w:spacing w:before="40" w:after="40"/>
              <w:jc w:val="left"/>
            </w:pPr>
            <w:r>
              <w:t>Speaker</w:t>
            </w:r>
            <w:bookmarkStart w:id="1" w:name="_GoBack"/>
            <w:bookmarkEnd w:id="1"/>
          </w:p>
        </w:tc>
      </w:tr>
      <w:tr w:rsidR="00C2752C" w:rsidRPr="002512BB" w14:paraId="5378205C" w14:textId="77777777" w:rsidTr="00C2752C">
        <w:tc>
          <w:tcPr>
            <w:tcW w:w="1526" w:type="dxa"/>
          </w:tcPr>
          <w:p w14:paraId="53782059" w14:textId="77777777" w:rsidR="00C2752C" w:rsidRPr="002512BB" w:rsidRDefault="00C2752C" w:rsidP="00E94560">
            <w:pPr>
              <w:spacing w:before="40" w:after="40"/>
              <w:jc w:val="left"/>
            </w:pPr>
            <w:r>
              <w:t>2.00 – 2.15</w:t>
            </w:r>
          </w:p>
        </w:tc>
        <w:tc>
          <w:tcPr>
            <w:tcW w:w="5953" w:type="dxa"/>
            <w:vAlign w:val="center"/>
          </w:tcPr>
          <w:p w14:paraId="5378205A" w14:textId="44D6DFE7" w:rsidR="00C2752C" w:rsidRDefault="00580794" w:rsidP="00C2752C">
            <w:pPr>
              <w:spacing w:before="40" w:after="40"/>
              <w:jc w:val="left"/>
            </w:pPr>
            <w:r>
              <w:t>New Opsys Approach</w:t>
            </w:r>
          </w:p>
        </w:tc>
        <w:tc>
          <w:tcPr>
            <w:tcW w:w="2143" w:type="dxa"/>
          </w:tcPr>
          <w:p w14:paraId="5378205B" w14:textId="09249F5C" w:rsidR="00C2752C" w:rsidRDefault="00580794" w:rsidP="00C2752C">
            <w:pPr>
              <w:spacing w:before="40" w:after="40"/>
              <w:jc w:val="left"/>
            </w:pPr>
            <w:r>
              <w:t>Paul</w:t>
            </w:r>
            <w:r w:rsidR="00C2752C">
              <w:t xml:space="preserve"> &amp; Polivios</w:t>
            </w:r>
          </w:p>
        </w:tc>
      </w:tr>
      <w:tr w:rsidR="00580794" w:rsidRPr="002512BB" w14:paraId="5F53BC72" w14:textId="77777777" w:rsidTr="00C2752C">
        <w:tc>
          <w:tcPr>
            <w:tcW w:w="1526" w:type="dxa"/>
          </w:tcPr>
          <w:p w14:paraId="3976D9E4" w14:textId="78248D19" w:rsidR="00580794" w:rsidRDefault="00580794" w:rsidP="00E94560">
            <w:pPr>
              <w:spacing w:before="40" w:after="40"/>
              <w:jc w:val="left"/>
            </w:pPr>
            <w:r>
              <w:t>2.15 – 2.30</w:t>
            </w:r>
          </w:p>
        </w:tc>
        <w:tc>
          <w:tcPr>
            <w:tcW w:w="5953" w:type="dxa"/>
            <w:vAlign w:val="center"/>
          </w:tcPr>
          <w:p w14:paraId="1F91D8C5" w14:textId="2C3083D3" w:rsidR="00580794" w:rsidRDefault="00580794" w:rsidP="00C2752C">
            <w:pPr>
              <w:spacing w:before="40" w:after="40"/>
              <w:jc w:val="left"/>
            </w:pPr>
            <w:r>
              <w:t>OpSys track 1 – scope and milestones</w:t>
            </w:r>
          </w:p>
        </w:tc>
        <w:tc>
          <w:tcPr>
            <w:tcW w:w="2143" w:type="dxa"/>
          </w:tcPr>
          <w:p w14:paraId="3935C858" w14:textId="5C3DFB56" w:rsidR="00580794" w:rsidRDefault="00580794" w:rsidP="00C2752C">
            <w:pPr>
              <w:spacing w:before="40" w:after="40"/>
              <w:jc w:val="left"/>
            </w:pPr>
            <w:r>
              <w:t>Lucile</w:t>
            </w:r>
          </w:p>
        </w:tc>
      </w:tr>
      <w:tr w:rsidR="00C2752C" w:rsidRPr="002512BB" w14:paraId="53782060" w14:textId="77777777" w:rsidTr="00C2752C">
        <w:tc>
          <w:tcPr>
            <w:tcW w:w="1526" w:type="dxa"/>
          </w:tcPr>
          <w:p w14:paraId="5378205D" w14:textId="257D36CF" w:rsidR="00C2752C" w:rsidRPr="002512BB" w:rsidRDefault="00580794" w:rsidP="00AA1563">
            <w:pPr>
              <w:spacing w:before="40" w:after="40"/>
              <w:jc w:val="left"/>
            </w:pPr>
            <w:r>
              <w:t>2.30-3.15</w:t>
            </w:r>
          </w:p>
        </w:tc>
        <w:tc>
          <w:tcPr>
            <w:tcW w:w="5953" w:type="dxa"/>
            <w:vAlign w:val="center"/>
          </w:tcPr>
          <w:p w14:paraId="5378205E" w14:textId="1363A94B" w:rsidR="00C2752C" w:rsidRPr="00580794" w:rsidRDefault="00580794" w:rsidP="00C2752C">
            <w:pPr>
              <w:spacing w:before="40" w:after="40"/>
              <w:jc w:val="left"/>
              <w:rPr>
                <w:lang w:val="en-GB"/>
              </w:rPr>
            </w:pPr>
            <w:r w:rsidRPr="00580794">
              <w:t>Demo of working software "create a logframe" and feedback</w:t>
            </w:r>
          </w:p>
        </w:tc>
        <w:tc>
          <w:tcPr>
            <w:tcW w:w="2143" w:type="dxa"/>
          </w:tcPr>
          <w:p w14:paraId="5378205F" w14:textId="77777777" w:rsidR="00C2752C" w:rsidRDefault="00C2752C" w:rsidP="00C2752C">
            <w:pPr>
              <w:spacing w:before="40" w:after="40"/>
              <w:jc w:val="left"/>
            </w:pPr>
            <w:r>
              <w:t>Lucile &amp; Jonas</w:t>
            </w:r>
          </w:p>
        </w:tc>
      </w:tr>
      <w:tr w:rsidR="00C2752C" w:rsidRPr="002512BB" w14:paraId="53782068" w14:textId="77777777" w:rsidTr="00C2752C">
        <w:tc>
          <w:tcPr>
            <w:tcW w:w="1526" w:type="dxa"/>
          </w:tcPr>
          <w:p w14:paraId="53782065" w14:textId="77777777" w:rsidR="00C2752C" w:rsidRDefault="00C2752C" w:rsidP="00AA1563">
            <w:pPr>
              <w:spacing w:before="40" w:after="40"/>
              <w:jc w:val="left"/>
            </w:pPr>
            <w:r>
              <w:t>3.15-3.45</w:t>
            </w:r>
          </w:p>
        </w:tc>
        <w:tc>
          <w:tcPr>
            <w:tcW w:w="5953" w:type="dxa"/>
            <w:vAlign w:val="center"/>
          </w:tcPr>
          <w:p w14:paraId="53782066" w14:textId="77777777" w:rsidR="00C2752C" w:rsidRDefault="00C2752C" w:rsidP="00C2752C">
            <w:pPr>
              <w:spacing w:before="40" w:after="40"/>
              <w:jc w:val="left"/>
            </w:pPr>
            <w:r w:rsidRPr="00C2752C">
              <w:t>Present</w:t>
            </w:r>
            <w:r>
              <w:t>ation</w:t>
            </w:r>
            <w:r w:rsidRPr="00C2752C">
              <w:t xml:space="preserve"> and discuss</w:t>
            </w:r>
            <w:r>
              <w:t>ion</w:t>
            </w:r>
            <w:r w:rsidRPr="00C2752C">
              <w:t xml:space="preserve"> </w:t>
            </w:r>
            <w:r>
              <w:t>on change management for October</w:t>
            </w:r>
          </w:p>
        </w:tc>
        <w:tc>
          <w:tcPr>
            <w:tcW w:w="2143" w:type="dxa"/>
          </w:tcPr>
          <w:p w14:paraId="53782067" w14:textId="2151B6D8" w:rsidR="00C2752C" w:rsidRPr="00C2752C" w:rsidRDefault="00C2752C" w:rsidP="00C2752C">
            <w:pPr>
              <w:spacing w:before="40" w:after="40"/>
              <w:jc w:val="left"/>
            </w:pPr>
            <w:r>
              <w:t>Guja &amp; Particip</w:t>
            </w:r>
          </w:p>
        </w:tc>
      </w:tr>
      <w:tr w:rsidR="00C2752C" w:rsidRPr="002512BB" w14:paraId="5378206C" w14:textId="77777777" w:rsidTr="00C2752C">
        <w:tc>
          <w:tcPr>
            <w:tcW w:w="1526" w:type="dxa"/>
          </w:tcPr>
          <w:p w14:paraId="53782069" w14:textId="77777777" w:rsidR="00C2752C" w:rsidRDefault="00C2752C" w:rsidP="00AA1563">
            <w:pPr>
              <w:spacing w:before="40" w:after="40"/>
              <w:jc w:val="left"/>
            </w:pPr>
            <w:r>
              <w:t>3.45</w:t>
            </w:r>
            <w:r w:rsidR="009544E2">
              <w:t>-4.00</w:t>
            </w:r>
          </w:p>
        </w:tc>
        <w:tc>
          <w:tcPr>
            <w:tcW w:w="5953" w:type="dxa"/>
            <w:vAlign w:val="center"/>
          </w:tcPr>
          <w:p w14:paraId="5378206A" w14:textId="77777777" w:rsidR="00C2752C" w:rsidRDefault="00C2752C" w:rsidP="00C2752C">
            <w:pPr>
              <w:spacing w:before="40" w:after="40"/>
              <w:jc w:val="left"/>
            </w:pPr>
            <w:r>
              <w:t>Wrap-up and next milestones</w:t>
            </w:r>
          </w:p>
        </w:tc>
        <w:tc>
          <w:tcPr>
            <w:tcW w:w="2143" w:type="dxa"/>
          </w:tcPr>
          <w:p w14:paraId="5378206B" w14:textId="77777777" w:rsidR="00C2752C" w:rsidRDefault="00C2752C" w:rsidP="00C2752C">
            <w:pPr>
              <w:spacing w:before="40" w:after="40"/>
              <w:jc w:val="left"/>
            </w:pPr>
            <w:r>
              <w:t>Lucile</w:t>
            </w:r>
          </w:p>
        </w:tc>
      </w:tr>
      <w:tr w:rsidR="00C2752C" w:rsidRPr="002512BB" w14:paraId="53782070" w14:textId="77777777" w:rsidTr="00C2752C">
        <w:tc>
          <w:tcPr>
            <w:tcW w:w="1526" w:type="dxa"/>
          </w:tcPr>
          <w:p w14:paraId="5378206D" w14:textId="77777777" w:rsidR="00C2752C" w:rsidRDefault="00C2752C" w:rsidP="00AA1563">
            <w:pPr>
              <w:spacing w:before="40" w:after="40"/>
              <w:jc w:val="left"/>
            </w:pPr>
          </w:p>
        </w:tc>
        <w:tc>
          <w:tcPr>
            <w:tcW w:w="5953" w:type="dxa"/>
            <w:vAlign w:val="center"/>
          </w:tcPr>
          <w:p w14:paraId="5378206E" w14:textId="77777777" w:rsidR="00C2752C" w:rsidRDefault="00C2752C" w:rsidP="00C2752C">
            <w:pPr>
              <w:spacing w:before="40" w:after="40"/>
              <w:jc w:val="left"/>
            </w:pPr>
          </w:p>
        </w:tc>
        <w:tc>
          <w:tcPr>
            <w:tcW w:w="2143" w:type="dxa"/>
          </w:tcPr>
          <w:p w14:paraId="5378206F" w14:textId="77777777" w:rsidR="00C2752C" w:rsidRDefault="00C2752C" w:rsidP="00C2752C">
            <w:pPr>
              <w:spacing w:before="40" w:after="40"/>
              <w:jc w:val="left"/>
            </w:pPr>
          </w:p>
        </w:tc>
      </w:tr>
    </w:tbl>
    <w:p w14:paraId="53782071" w14:textId="77777777" w:rsidR="006648FA" w:rsidRPr="006648FA" w:rsidRDefault="006648FA" w:rsidP="006648FA"/>
    <w:sectPr w:rsidR="006648FA" w:rsidRPr="006648FA" w:rsidSect="006753D2">
      <w:footerReference w:type="default" r:id="rId14"/>
      <w:headerReference w:type="first" r:id="rId15"/>
      <w:footerReference w:type="first" r:id="rId16"/>
      <w:type w:val="continuous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8207A" w14:textId="77777777" w:rsidR="000D3C44" w:rsidRDefault="000D3C44" w:rsidP="002512BB">
      <w:r>
        <w:separator/>
      </w:r>
    </w:p>
    <w:p w14:paraId="5378207B" w14:textId="77777777" w:rsidR="000D3C44" w:rsidRDefault="000D3C44" w:rsidP="002512BB"/>
    <w:p w14:paraId="5378207C" w14:textId="77777777" w:rsidR="000D3C44" w:rsidRDefault="000D3C44" w:rsidP="002512BB"/>
  </w:endnote>
  <w:endnote w:type="continuationSeparator" w:id="0">
    <w:p w14:paraId="5378207D" w14:textId="77777777" w:rsidR="000D3C44" w:rsidRDefault="000D3C44" w:rsidP="002512BB">
      <w:r>
        <w:continuationSeparator/>
      </w:r>
    </w:p>
    <w:p w14:paraId="5378207E" w14:textId="77777777" w:rsidR="000D3C44" w:rsidRDefault="000D3C44" w:rsidP="002512BB"/>
    <w:p w14:paraId="5378207F" w14:textId="77777777" w:rsidR="000D3C44" w:rsidRDefault="000D3C44" w:rsidP="002512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887008"/>
      <w:docPartObj>
        <w:docPartGallery w:val="Page Numbers (Bottom of Page)"/>
        <w:docPartUnique/>
      </w:docPartObj>
    </w:sdtPr>
    <w:sdtEndPr/>
    <w:sdtContent>
      <w:p w14:paraId="53782080" w14:textId="77777777" w:rsidR="002E6DD4" w:rsidRDefault="002E6DD4" w:rsidP="002E6DD4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52C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53782081" w14:textId="77777777" w:rsidR="002E6DD4" w:rsidRDefault="002E6DD4" w:rsidP="002E6DD4">
    <w:pPr>
      <w:pStyle w:val="Footer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854838"/>
      <w:docPartObj>
        <w:docPartGallery w:val="Page Numbers (Bottom of Page)"/>
        <w:docPartUnique/>
      </w:docPartObj>
    </w:sdtPr>
    <w:sdtEndPr/>
    <w:sdtContent>
      <w:p w14:paraId="53782083" w14:textId="77777777" w:rsidR="002E6DD4" w:rsidRDefault="002E6DD4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AE0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53782084" w14:textId="77777777" w:rsidR="002E6DD4" w:rsidRDefault="002E6D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782074" w14:textId="77777777" w:rsidR="000D3C44" w:rsidRDefault="000D3C44" w:rsidP="002512BB">
      <w:r>
        <w:separator/>
      </w:r>
    </w:p>
    <w:p w14:paraId="53782075" w14:textId="77777777" w:rsidR="000D3C44" w:rsidRDefault="000D3C44" w:rsidP="002512BB"/>
    <w:p w14:paraId="53782076" w14:textId="77777777" w:rsidR="000D3C44" w:rsidRDefault="000D3C44" w:rsidP="002512BB"/>
  </w:footnote>
  <w:footnote w:type="continuationSeparator" w:id="0">
    <w:p w14:paraId="53782077" w14:textId="77777777" w:rsidR="000D3C44" w:rsidRDefault="000D3C44" w:rsidP="002512BB">
      <w:r>
        <w:continuationSeparator/>
      </w:r>
    </w:p>
    <w:p w14:paraId="53782078" w14:textId="77777777" w:rsidR="000D3C44" w:rsidRDefault="000D3C44" w:rsidP="002512BB"/>
    <w:p w14:paraId="53782079" w14:textId="77777777" w:rsidR="000D3C44" w:rsidRDefault="000D3C44" w:rsidP="002512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82082" w14:textId="77777777" w:rsidR="00EA5B9E" w:rsidRDefault="00EA5B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625F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E8CC1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E2A0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328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65A0C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34C0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9E59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921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6CC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08E3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23BB3"/>
    <w:multiLevelType w:val="hybridMultilevel"/>
    <w:tmpl w:val="932A1CAE"/>
    <w:lvl w:ilvl="0" w:tplc="BCE07DE8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63C3F17"/>
    <w:multiLevelType w:val="hybridMultilevel"/>
    <w:tmpl w:val="30BAD15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AF073D"/>
    <w:multiLevelType w:val="hybridMultilevel"/>
    <w:tmpl w:val="0A384C3C"/>
    <w:lvl w:ilvl="0" w:tplc="23700BDE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sz w:val="40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343A5EF7"/>
    <w:multiLevelType w:val="hybridMultilevel"/>
    <w:tmpl w:val="F8ACA2B2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456F7936"/>
    <w:multiLevelType w:val="hybridMultilevel"/>
    <w:tmpl w:val="AF9A5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AB0418"/>
    <w:multiLevelType w:val="hybridMultilevel"/>
    <w:tmpl w:val="231069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990909"/>
    <w:multiLevelType w:val="hybridMultilevel"/>
    <w:tmpl w:val="A3428882"/>
    <w:lvl w:ilvl="0" w:tplc="23700BDE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sz w:val="4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873B1D"/>
    <w:multiLevelType w:val="hybridMultilevel"/>
    <w:tmpl w:val="04B8581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90C1891"/>
    <w:multiLevelType w:val="hybridMultilevel"/>
    <w:tmpl w:val="5406DAC8"/>
    <w:lvl w:ilvl="0" w:tplc="BCE07DE8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446749"/>
    <w:multiLevelType w:val="hybridMultilevel"/>
    <w:tmpl w:val="932A1CAE"/>
    <w:lvl w:ilvl="0" w:tplc="BCE07DE8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7"/>
  </w:num>
  <w:num w:numId="14">
    <w:abstractNumId w:val="11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19"/>
  </w:num>
  <w:num w:numId="20">
    <w:abstractNumId w:val="18"/>
  </w:num>
  <w:num w:numId="21">
    <w:abstractNumId w:val="15"/>
  </w:num>
  <w:num w:numId="22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tzger,Gaspard">
    <w15:presenceInfo w15:providerId="AD" w15:userId="S-1-5-21-802951002-2094223479-794563710-1905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A3F"/>
    <w:rsid w:val="00004C74"/>
    <w:rsid w:val="000147B8"/>
    <w:rsid w:val="00031455"/>
    <w:rsid w:val="00057A40"/>
    <w:rsid w:val="00071902"/>
    <w:rsid w:val="000745C4"/>
    <w:rsid w:val="0007591F"/>
    <w:rsid w:val="00093123"/>
    <w:rsid w:val="000C38C2"/>
    <w:rsid w:val="000D3C44"/>
    <w:rsid w:val="000E653D"/>
    <w:rsid w:val="000F49A4"/>
    <w:rsid w:val="000F719E"/>
    <w:rsid w:val="00103822"/>
    <w:rsid w:val="0010663E"/>
    <w:rsid w:val="00137E5F"/>
    <w:rsid w:val="0015164B"/>
    <w:rsid w:val="001626DE"/>
    <w:rsid w:val="00170493"/>
    <w:rsid w:val="001806A6"/>
    <w:rsid w:val="001B4DB7"/>
    <w:rsid w:val="00204E53"/>
    <w:rsid w:val="002349BB"/>
    <w:rsid w:val="002512BB"/>
    <w:rsid w:val="00254B46"/>
    <w:rsid w:val="00281F2F"/>
    <w:rsid w:val="002837A8"/>
    <w:rsid w:val="002924FF"/>
    <w:rsid w:val="002932DC"/>
    <w:rsid w:val="00296830"/>
    <w:rsid w:val="002A13F4"/>
    <w:rsid w:val="002E3D56"/>
    <w:rsid w:val="002E6DD4"/>
    <w:rsid w:val="002F63AF"/>
    <w:rsid w:val="00331510"/>
    <w:rsid w:val="0034442E"/>
    <w:rsid w:val="00352D69"/>
    <w:rsid w:val="00357745"/>
    <w:rsid w:val="00374B3E"/>
    <w:rsid w:val="003800A6"/>
    <w:rsid w:val="00391921"/>
    <w:rsid w:val="003D0141"/>
    <w:rsid w:val="003E7BFA"/>
    <w:rsid w:val="004021D1"/>
    <w:rsid w:val="00410137"/>
    <w:rsid w:val="0041356D"/>
    <w:rsid w:val="00445FA1"/>
    <w:rsid w:val="00455447"/>
    <w:rsid w:val="0047152E"/>
    <w:rsid w:val="00471978"/>
    <w:rsid w:val="004841A1"/>
    <w:rsid w:val="00487A8A"/>
    <w:rsid w:val="004A0E5D"/>
    <w:rsid w:val="004A4817"/>
    <w:rsid w:val="004B259E"/>
    <w:rsid w:val="004D425C"/>
    <w:rsid w:val="004E1729"/>
    <w:rsid w:val="004F60FE"/>
    <w:rsid w:val="00507289"/>
    <w:rsid w:val="005269E1"/>
    <w:rsid w:val="00527925"/>
    <w:rsid w:val="00546D51"/>
    <w:rsid w:val="005470CA"/>
    <w:rsid w:val="0056753D"/>
    <w:rsid w:val="00575171"/>
    <w:rsid w:val="00580794"/>
    <w:rsid w:val="0058414C"/>
    <w:rsid w:val="00591720"/>
    <w:rsid w:val="005A5A5C"/>
    <w:rsid w:val="005B3113"/>
    <w:rsid w:val="005D4D66"/>
    <w:rsid w:val="0062719E"/>
    <w:rsid w:val="006344BA"/>
    <w:rsid w:val="00657432"/>
    <w:rsid w:val="006628D4"/>
    <w:rsid w:val="006648FA"/>
    <w:rsid w:val="006753D2"/>
    <w:rsid w:val="00683F93"/>
    <w:rsid w:val="00692AA9"/>
    <w:rsid w:val="006A07C6"/>
    <w:rsid w:val="006A140E"/>
    <w:rsid w:val="006A538C"/>
    <w:rsid w:val="006A74B2"/>
    <w:rsid w:val="006B50FC"/>
    <w:rsid w:val="006B7973"/>
    <w:rsid w:val="006C3F67"/>
    <w:rsid w:val="006D2DB6"/>
    <w:rsid w:val="006D480C"/>
    <w:rsid w:val="006F04AF"/>
    <w:rsid w:val="00701270"/>
    <w:rsid w:val="007029DF"/>
    <w:rsid w:val="00705121"/>
    <w:rsid w:val="007054A8"/>
    <w:rsid w:val="007058DA"/>
    <w:rsid w:val="00706914"/>
    <w:rsid w:val="00731AE0"/>
    <w:rsid w:val="007438AE"/>
    <w:rsid w:val="007465BD"/>
    <w:rsid w:val="007509BF"/>
    <w:rsid w:val="00767972"/>
    <w:rsid w:val="00770172"/>
    <w:rsid w:val="007868AF"/>
    <w:rsid w:val="00795496"/>
    <w:rsid w:val="007B5D70"/>
    <w:rsid w:val="007D4992"/>
    <w:rsid w:val="007D63B1"/>
    <w:rsid w:val="007E2066"/>
    <w:rsid w:val="007E26D4"/>
    <w:rsid w:val="008079DD"/>
    <w:rsid w:val="00812FF8"/>
    <w:rsid w:val="00813A3F"/>
    <w:rsid w:val="00816234"/>
    <w:rsid w:val="00816275"/>
    <w:rsid w:val="00825800"/>
    <w:rsid w:val="008577CE"/>
    <w:rsid w:val="00864663"/>
    <w:rsid w:val="00897DB9"/>
    <w:rsid w:val="008A7AAD"/>
    <w:rsid w:val="008B2360"/>
    <w:rsid w:val="008D2050"/>
    <w:rsid w:val="008D7B28"/>
    <w:rsid w:val="00914643"/>
    <w:rsid w:val="00921921"/>
    <w:rsid w:val="00945811"/>
    <w:rsid w:val="00945E56"/>
    <w:rsid w:val="00946A5E"/>
    <w:rsid w:val="009544E2"/>
    <w:rsid w:val="00970E8E"/>
    <w:rsid w:val="009755F5"/>
    <w:rsid w:val="00986C61"/>
    <w:rsid w:val="009A623A"/>
    <w:rsid w:val="009D59A5"/>
    <w:rsid w:val="009E0F5F"/>
    <w:rsid w:val="00A02202"/>
    <w:rsid w:val="00A168A7"/>
    <w:rsid w:val="00A3129F"/>
    <w:rsid w:val="00A3150C"/>
    <w:rsid w:val="00A332D6"/>
    <w:rsid w:val="00A36854"/>
    <w:rsid w:val="00A45252"/>
    <w:rsid w:val="00A709D5"/>
    <w:rsid w:val="00A777C0"/>
    <w:rsid w:val="00A831AA"/>
    <w:rsid w:val="00A850C9"/>
    <w:rsid w:val="00A959FB"/>
    <w:rsid w:val="00AA1563"/>
    <w:rsid w:val="00AA51D6"/>
    <w:rsid w:val="00AB0074"/>
    <w:rsid w:val="00AC5702"/>
    <w:rsid w:val="00AC6E03"/>
    <w:rsid w:val="00B02C4B"/>
    <w:rsid w:val="00B030D3"/>
    <w:rsid w:val="00B10ED1"/>
    <w:rsid w:val="00B230B8"/>
    <w:rsid w:val="00B23D3C"/>
    <w:rsid w:val="00B345E3"/>
    <w:rsid w:val="00B36E7F"/>
    <w:rsid w:val="00B508B5"/>
    <w:rsid w:val="00B66B5C"/>
    <w:rsid w:val="00B83235"/>
    <w:rsid w:val="00B8487D"/>
    <w:rsid w:val="00BC0285"/>
    <w:rsid w:val="00BE1F17"/>
    <w:rsid w:val="00C10C3B"/>
    <w:rsid w:val="00C11070"/>
    <w:rsid w:val="00C2064C"/>
    <w:rsid w:val="00C2752C"/>
    <w:rsid w:val="00C3140D"/>
    <w:rsid w:val="00C33505"/>
    <w:rsid w:val="00C36546"/>
    <w:rsid w:val="00C42721"/>
    <w:rsid w:val="00C4284E"/>
    <w:rsid w:val="00C56B9E"/>
    <w:rsid w:val="00C74DF5"/>
    <w:rsid w:val="00CA1BE3"/>
    <w:rsid w:val="00CA4FB5"/>
    <w:rsid w:val="00CA687C"/>
    <w:rsid w:val="00CB1783"/>
    <w:rsid w:val="00CC5C6F"/>
    <w:rsid w:val="00D0372D"/>
    <w:rsid w:val="00D2737A"/>
    <w:rsid w:val="00D3798E"/>
    <w:rsid w:val="00D37A2C"/>
    <w:rsid w:val="00D46053"/>
    <w:rsid w:val="00D54F25"/>
    <w:rsid w:val="00D71FA4"/>
    <w:rsid w:val="00D72A64"/>
    <w:rsid w:val="00D74335"/>
    <w:rsid w:val="00D753D2"/>
    <w:rsid w:val="00D80E1C"/>
    <w:rsid w:val="00D859AA"/>
    <w:rsid w:val="00DB343D"/>
    <w:rsid w:val="00DB6E25"/>
    <w:rsid w:val="00DE0390"/>
    <w:rsid w:val="00DF064A"/>
    <w:rsid w:val="00DF5138"/>
    <w:rsid w:val="00E03488"/>
    <w:rsid w:val="00E06D10"/>
    <w:rsid w:val="00E12D91"/>
    <w:rsid w:val="00E5108A"/>
    <w:rsid w:val="00E64536"/>
    <w:rsid w:val="00E676BB"/>
    <w:rsid w:val="00E73E23"/>
    <w:rsid w:val="00E8145F"/>
    <w:rsid w:val="00E8451B"/>
    <w:rsid w:val="00EA5A41"/>
    <w:rsid w:val="00EA5B9E"/>
    <w:rsid w:val="00EC3BFB"/>
    <w:rsid w:val="00ED0126"/>
    <w:rsid w:val="00ED6806"/>
    <w:rsid w:val="00EF5D9D"/>
    <w:rsid w:val="00F13DAA"/>
    <w:rsid w:val="00F24F83"/>
    <w:rsid w:val="00F37E77"/>
    <w:rsid w:val="00F63272"/>
    <w:rsid w:val="00F71B0C"/>
    <w:rsid w:val="00F759C7"/>
    <w:rsid w:val="00FD25D6"/>
    <w:rsid w:val="00FE1015"/>
    <w:rsid w:val="00FF23D5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3782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505"/>
    <w:pPr>
      <w:spacing w:before="80" w:after="80" w:line="240" w:lineRule="auto"/>
      <w:jc w:val="both"/>
    </w:pPr>
    <w:rPr>
      <w:rFonts w:ascii="Calibri" w:hAnsi="Calibri"/>
      <w:sz w:val="20"/>
      <w:szCs w:val="21"/>
    </w:rPr>
  </w:style>
  <w:style w:type="paragraph" w:styleId="Heading1">
    <w:name w:val="heading 1"/>
    <w:basedOn w:val="Normal"/>
    <w:next w:val="Normal"/>
    <w:unhideWhenUsed/>
    <w:qFormat/>
    <w:rsid w:val="00C33505"/>
    <w:pPr>
      <w:spacing w:before="360" w:after="120"/>
      <w:outlineLvl w:val="0"/>
    </w:pPr>
    <w:rPr>
      <w:rFonts w:asciiTheme="majorHAnsi" w:eastAsiaTheme="majorEastAsia" w:hAnsiTheme="majorHAnsi" w:cstheme="majorBidi"/>
      <w:b/>
      <w:bCs/>
      <w:caps/>
      <w:color w:val="1B587C" w:themeColor="accent3"/>
      <w:szCs w:val="26"/>
    </w:rPr>
  </w:style>
  <w:style w:type="paragraph" w:styleId="Heading2">
    <w:name w:val="heading 2"/>
    <w:basedOn w:val="Normal"/>
    <w:next w:val="Normal"/>
    <w:unhideWhenUsed/>
    <w:qFormat/>
    <w:rsid w:val="00AB0074"/>
    <w:pPr>
      <w:spacing w:before="240"/>
      <w:outlineLvl w:val="1"/>
    </w:pPr>
    <w:rPr>
      <w:rFonts w:asciiTheme="majorHAnsi" w:eastAsiaTheme="majorEastAsia" w:hAnsiTheme="majorHAnsi" w:cstheme="majorBidi"/>
      <w:bCs/>
      <w:color w:val="1B587C" w:themeColor="accent3"/>
    </w:rPr>
  </w:style>
  <w:style w:type="paragraph" w:styleId="Heading3">
    <w:name w:val="heading 3"/>
    <w:basedOn w:val="Normal"/>
    <w:next w:val="Normal"/>
    <w:unhideWhenUsed/>
    <w:qFormat/>
    <w:rsid w:val="002E3D56"/>
    <w:pPr>
      <w:outlineLvl w:val="2"/>
    </w:pPr>
    <w:rPr>
      <w:rFonts w:asciiTheme="majorHAnsi" w:eastAsiaTheme="majorEastAsia" w:hAnsiTheme="majorHAnsi" w:cstheme="majorBidi"/>
      <w:color w:val="F07F09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B35E0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unhideWhenUsed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  <w:szCs w:val="21"/>
    </w:rPr>
  </w:style>
  <w:style w:type="paragraph" w:styleId="Title">
    <w:name w:val="Title"/>
    <w:basedOn w:val="Normal"/>
    <w:next w:val="Normal"/>
    <w:qFormat/>
    <w:rsid w:val="00F13DAA"/>
    <w:pPr>
      <w:spacing w:after="240"/>
      <w:jc w:val="center"/>
    </w:pPr>
    <w:rPr>
      <w:rFonts w:asciiTheme="majorHAnsi" w:eastAsiaTheme="majorEastAsia" w:hAnsiTheme="majorHAnsi" w:cstheme="majorBidi"/>
      <w:color w:val="000000" w:themeColor="text1"/>
      <w:sz w:val="44"/>
      <w:szCs w:val="50"/>
    </w:rPr>
  </w:style>
  <w:style w:type="paragraph" w:styleId="Subtitle">
    <w:name w:val="Subtitle"/>
    <w:basedOn w:val="Normal"/>
    <w:next w:val="Normal"/>
    <w:unhideWhenUsed/>
    <w:qFormat/>
    <w:rsid w:val="00471978"/>
    <w:pPr>
      <w:keepNext/>
      <w:keepLines/>
      <w:numPr>
        <w:ilvl w:val="1"/>
      </w:numPr>
      <w:pBdr>
        <w:top w:val="single" w:sz="4" w:space="1" w:color="F07F09" w:themeColor="accent1"/>
      </w:pBdr>
      <w:spacing w:before="360" w:after="160"/>
    </w:pPr>
    <w:rPr>
      <w:rFonts w:asciiTheme="majorHAnsi" w:eastAsiaTheme="majorEastAsia" w:hAnsiTheme="majorHAnsi" w:cstheme="majorBidi"/>
      <w:color w:val="F07F09" w:themeColor="accent1"/>
      <w:spacing w:val="15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B35E06" w:themeColor="accent1" w:themeShade="BF"/>
      <w:sz w:val="21"/>
      <w:szCs w:val="21"/>
    </w:rPr>
  </w:style>
  <w:style w:type="character" w:styleId="SubtleEmphasis">
    <w:name w:val="Subtle Emphasis"/>
    <w:basedOn w:val="DefaultParagraphFont"/>
    <w:unhideWhenUsed/>
    <w:qFormat/>
    <w:rPr>
      <w:i/>
      <w:iCs/>
      <w:color w:val="auto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2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272"/>
    <w:rPr>
      <w:rFonts w:ascii="Tahoma" w:hAnsi="Tahoma" w:cs="Tahoma"/>
      <w:sz w:val="16"/>
      <w:szCs w:val="16"/>
    </w:rPr>
  </w:style>
  <w:style w:type="paragraph" w:customStyle="1" w:styleId="ZCom">
    <w:name w:val="Z_Com"/>
    <w:basedOn w:val="Normal"/>
    <w:next w:val="ZDGName"/>
    <w:uiPriority w:val="99"/>
    <w:rsid w:val="00357745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ZDGName">
    <w:name w:val="Z_DGName"/>
    <w:basedOn w:val="Normal"/>
    <w:uiPriority w:val="99"/>
    <w:rsid w:val="00357745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Participants">
    <w:name w:val="Participants"/>
    <w:basedOn w:val="Normal"/>
    <w:next w:val="Normal"/>
    <w:rsid w:val="004021D1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</w:pPr>
    <w:rPr>
      <w:rFonts w:eastAsia="Times New Roman" w:cs="Times New Roman"/>
      <w:szCs w:val="20"/>
      <w:lang w:val="en-GB" w:eastAsia="en-US"/>
    </w:rPr>
  </w:style>
  <w:style w:type="paragraph" w:customStyle="1" w:styleId="SubTitle1">
    <w:name w:val="SubTitle 1"/>
    <w:basedOn w:val="Normal"/>
    <w:next w:val="Normal"/>
    <w:rsid w:val="004021D1"/>
    <w:pPr>
      <w:spacing w:before="0" w:after="120"/>
      <w:jc w:val="center"/>
    </w:pPr>
    <w:rPr>
      <w:rFonts w:eastAsia="Times New Roman" w:cs="Times New Roman"/>
      <w:b/>
      <w:sz w:val="4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6B50FC"/>
    <w:pPr>
      <w:spacing w:before="0" w:after="120"/>
      <w:ind w:left="720"/>
    </w:pPr>
    <w:rPr>
      <w:rFonts w:eastAsia="Times New Roman" w:cs="Times New Roman"/>
      <w:szCs w:val="22"/>
      <w:lang w:val="en-GB" w:eastAsia="en-US"/>
    </w:rPr>
  </w:style>
  <w:style w:type="paragraph" w:customStyle="1" w:styleId="bullet1">
    <w:name w:val="bullet 1"/>
    <w:basedOn w:val="Normal"/>
    <w:rsid w:val="0062719E"/>
    <w:pPr>
      <w:spacing w:before="0"/>
      <w:ind w:left="720" w:hanging="360"/>
    </w:pPr>
    <w:rPr>
      <w:rFonts w:ascii="Arial" w:eastAsiaTheme="minorHAnsi" w:hAnsi="Arial" w:cs="Arial"/>
      <w:sz w:val="22"/>
      <w:szCs w:val="22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7D4992"/>
    <w:rPr>
      <w:color w:val="F07F09" w:themeColor="accent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52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D6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D6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D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D69"/>
    <w:rPr>
      <w:rFonts w:ascii="Calibri" w:hAnsi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505"/>
    <w:pPr>
      <w:spacing w:before="80" w:after="80" w:line="240" w:lineRule="auto"/>
      <w:jc w:val="both"/>
    </w:pPr>
    <w:rPr>
      <w:rFonts w:ascii="Calibri" w:hAnsi="Calibri"/>
      <w:sz w:val="20"/>
      <w:szCs w:val="21"/>
    </w:rPr>
  </w:style>
  <w:style w:type="paragraph" w:styleId="Heading1">
    <w:name w:val="heading 1"/>
    <w:basedOn w:val="Normal"/>
    <w:next w:val="Normal"/>
    <w:unhideWhenUsed/>
    <w:qFormat/>
    <w:rsid w:val="00C33505"/>
    <w:pPr>
      <w:spacing w:before="360" w:after="120"/>
      <w:outlineLvl w:val="0"/>
    </w:pPr>
    <w:rPr>
      <w:rFonts w:asciiTheme="majorHAnsi" w:eastAsiaTheme="majorEastAsia" w:hAnsiTheme="majorHAnsi" w:cstheme="majorBidi"/>
      <w:b/>
      <w:bCs/>
      <w:caps/>
      <w:color w:val="1B587C" w:themeColor="accent3"/>
      <w:szCs w:val="26"/>
    </w:rPr>
  </w:style>
  <w:style w:type="paragraph" w:styleId="Heading2">
    <w:name w:val="heading 2"/>
    <w:basedOn w:val="Normal"/>
    <w:next w:val="Normal"/>
    <w:unhideWhenUsed/>
    <w:qFormat/>
    <w:rsid w:val="00AB0074"/>
    <w:pPr>
      <w:spacing w:before="240"/>
      <w:outlineLvl w:val="1"/>
    </w:pPr>
    <w:rPr>
      <w:rFonts w:asciiTheme="majorHAnsi" w:eastAsiaTheme="majorEastAsia" w:hAnsiTheme="majorHAnsi" w:cstheme="majorBidi"/>
      <w:bCs/>
      <w:color w:val="1B587C" w:themeColor="accent3"/>
    </w:rPr>
  </w:style>
  <w:style w:type="paragraph" w:styleId="Heading3">
    <w:name w:val="heading 3"/>
    <w:basedOn w:val="Normal"/>
    <w:next w:val="Normal"/>
    <w:unhideWhenUsed/>
    <w:qFormat/>
    <w:rsid w:val="002E3D56"/>
    <w:pPr>
      <w:outlineLvl w:val="2"/>
    </w:pPr>
    <w:rPr>
      <w:rFonts w:asciiTheme="majorHAnsi" w:eastAsiaTheme="majorEastAsia" w:hAnsiTheme="majorHAnsi" w:cstheme="majorBidi"/>
      <w:color w:val="F07F09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B35E0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unhideWhenUsed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  <w:szCs w:val="21"/>
    </w:rPr>
  </w:style>
  <w:style w:type="paragraph" w:styleId="Title">
    <w:name w:val="Title"/>
    <w:basedOn w:val="Normal"/>
    <w:next w:val="Normal"/>
    <w:qFormat/>
    <w:rsid w:val="00F13DAA"/>
    <w:pPr>
      <w:spacing w:after="240"/>
      <w:jc w:val="center"/>
    </w:pPr>
    <w:rPr>
      <w:rFonts w:asciiTheme="majorHAnsi" w:eastAsiaTheme="majorEastAsia" w:hAnsiTheme="majorHAnsi" w:cstheme="majorBidi"/>
      <w:color w:val="000000" w:themeColor="text1"/>
      <w:sz w:val="44"/>
      <w:szCs w:val="50"/>
    </w:rPr>
  </w:style>
  <w:style w:type="paragraph" w:styleId="Subtitle">
    <w:name w:val="Subtitle"/>
    <w:basedOn w:val="Normal"/>
    <w:next w:val="Normal"/>
    <w:unhideWhenUsed/>
    <w:qFormat/>
    <w:rsid w:val="00471978"/>
    <w:pPr>
      <w:keepNext/>
      <w:keepLines/>
      <w:numPr>
        <w:ilvl w:val="1"/>
      </w:numPr>
      <w:pBdr>
        <w:top w:val="single" w:sz="4" w:space="1" w:color="F07F09" w:themeColor="accent1"/>
      </w:pBdr>
      <w:spacing w:before="360" w:after="160"/>
    </w:pPr>
    <w:rPr>
      <w:rFonts w:asciiTheme="majorHAnsi" w:eastAsiaTheme="majorEastAsia" w:hAnsiTheme="majorHAnsi" w:cstheme="majorBidi"/>
      <w:color w:val="F07F09" w:themeColor="accent1"/>
      <w:spacing w:val="15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B35E06" w:themeColor="accent1" w:themeShade="BF"/>
      <w:sz w:val="21"/>
      <w:szCs w:val="21"/>
    </w:rPr>
  </w:style>
  <w:style w:type="character" w:styleId="SubtleEmphasis">
    <w:name w:val="Subtle Emphasis"/>
    <w:basedOn w:val="DefaultParagraphFont"/>
    <w:unhideWhenUsed/>
    <w:qFormat/>
    <w:rPr>
      <w:i/>
      <w:iCs/>
      <w:color w:val="auto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2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272"/>
    <w:rPr>
      <w:rFonts w:ascii="Tahoma" w:hAnsi="Tahoma" w:cs="Tahoma"/>
      <w:sz w:val="16"/>
      <w:szCs w:val="16"/>
    </w:rPr>
  </w:style>
  <w:style w:type="paragraph" w:customStyle="1" w:styleId="ZCom">
    <w:name w:val="Z_Com"/>
    <w:basedOn w:val="Normal"/>
    <w:next w:val="ZDGName"/>
    <w:uiPriority w:val="99"/>
    <w:rsid w:val="00357745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ZDGName">
    <w:name w:val="Z_DGName"/>
    <w:basedOn w:val="Normal"/>
    <w:uiPriority w:val="99"/>
    <w:rsid w:val="00357745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Participants">
    <w:name w:val="Participants"/>
    <w:basedOn w:val="Normal"/>
    <w:next w:val="Normal"/>
    <w:rsid w:val="004021D1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</w:pPr>
    <w:rPr>
      <w:rFonts w:eastAsia="Times New Roman" w:cs="Times New Roman"/>
      <w:szCs w:val="20"/>
      <w:lang w:val="en-GB" w:eastAsia="en-US"/>
    </w:rPr>
  </w:style>
  <w:style w:type="paragraph" w:customStyle="1" w:styleId="SubTitle1">
    <w:name w:val="SubTitle 1"/>
    <w:basedOn w:val="Normal"/>
    <w:next w:val="Normal"/>
    <w:rsid w:val="004021D1"/>
    <w:pPr>
      <w:spacing w:before="0" w:after="120"/>
      <w:jc w:val="center"/>
    </w:pPr>
    <w:rPr>
      <w:rFonts w:eastAsia="Times New Roman" w:cs="Times New Roman"/>
      <w:b/>
      <w:sz w:val="4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6B50FC"/>
    <w:pPr>
      <w:spacing w:before="0" w:after="120"/>
      <w:ind w:left="720"/>
    </w:pPr>
    <w:rPr>
      <w:rFonts w:eastAsia="Times New Roman" w:cs="Times New Roman"/>
      <w:szCs w:val="22"/>
      <w:lang w:val="en-GB" w:eastAsia="en-US"/>
    </w:rPr>
  </w:style>
  <w:style w:type="paragraph" w:customStyle="1" w:styleId="bullet1">
    <w:name w:val="bullet 1"/>
    <w:basedOn w:val="Normal"/>
    <w:rsid w:val="0062719E"/>
    <w:pPr>
      <w:spacing w:before="0"/>
      <w:ind w:left="720" w:hanging="360"/>
    </w:pPr>
    <w:rPr>
      <w:rFonts w:ascii="Arial" w:eastAsiaTheme="minorHAnsi" w:hAnsi="Arial" w:cs="Arial"/>
      <w:sz w:val="22"/>
      <w:szCs w:val="22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7D4992"/>
    <w:rPr>
      <w:color w:val="F07F09" w:themeColor="accent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52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D6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D6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D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D69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627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5129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0177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3472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702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2367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6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28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68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4418">
          <w:marLeft w:val="806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280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3541">
          <w:marLeft w:val="806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7786">
          <w:marLeft w:val="806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8250">
          <w:marLeft w:val="806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Meeting%20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8AB67E0D8446B0888AD7AA0E61F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39BF9-E892-40A9-8095-67482D4C5EBA}"/>
      </w:docPartPr>
      <w:docPartBody>
        <w:p w14:paraId="281516E5" w14:textId="77777777" w:rsidR="00BC105B" w:rsidRDefault="0046337F" w:rsidP="0046337F">
          <w:pPr>
            <w:pStyle w:val="4B8AB67E0D8446B0888AD7AA0E61F5FC"/>
          </w:pPr>
          <w:r>
            <w:t>[Meeting Title]</w:t>
          </w:r>
        </w:p>
      </w:docPartBody>
    </w:docPart>
    <w:docPart>
      <w:docPartPr>
        <w:name w:val="CB7BACB65E5449B4AA8C68A4E7D84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193EA-7C0B-47DE-AE7D-B54223E40C94}"/>
      </w:docPartPr>
      <w:docPartBody>
        <w:p w14:paraId="281516E6" w14:textId="77777777" w:rsidR="00BC105B" w:rsidRDefault="0046337F" w:rsidP="0046337F">
          <w:pPr>
            <w:pStyle w:val="CB7BACB65E5449B4AA8C68A4E7D84A8E"/>
          </w:pPr>
          <w:r>
            <w:rPr>
              <w:rStyle w:val="SubtleEmphasis"/>
            </w:rPr>
            <w:t>[Date | 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3B"/>
    <w:rsid w:val="0046337F"/>
    <w:rsid w:val="007C1783"/>
    <w:rsid w:val="00B16FA6"/>
    <w:rsid w:val="00BA2F3B"/>
    <w:rsid w:val="00BC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516E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07FDF3DA444BC6A6AEC2FEC991FCC0">
    <w:name w:val="5707FDF3DA444BC6A6AEC2FEC991FCC0"/>
  </w:style>
  <w:style w:type="character" w:styleId="SubtleEmphasis">
    <w:name w:val="Subtle Emphasis"/>
    <w:basedOn w:val="DefaultParagraphFont"/>
    <w:unhideWhenUsed/>
    <w:qFormat/>
    <w:rsid w:val="0046337F"/>
    <w:rPr>
      <w:i/>
      <w:iCs/>
      <w:color w:val="auto"/>
    </w:rPr>
  </w:style>
  <w:style w:type="paragraph" w:customStyle="1" w:styleId="F8F4BF9CCFE04E01904899BA43E7394C">
    <w:name w:val="F8F4BF9CCFE04E01904899BA43E7394C"/>
  </w:style>
  <w:style w:type="paragraph" w:customStyle="1" w:styleId="DC18BC9E476A4865AEB5DD4B4706D530">
    <w:name w:val="DC18BC9E476A4865AEB5DD4B4706D530"/>
  </w:style>
  <w:style w:type="paragraph" w:customStyle="1" w:styleId="EDDD22F6A3F544C4B2CF41A8AA0E9B5B">
    <w:name w:val="EDDD22F6A3F544C4B2CF41A8AA0E9B5B"/>
  </w:style>
  <w:style w:type="paragraph" w:customStyle="1" w:styleId="D174158FE22D4068A0B0B3F6BB373290">
    <w:name w:val="D174158FE22D4068A0B0B3F6BB373290"/>
  </w:style>
  <w:style w:type="paragraph" w:customStyle="1" w:styleId="BD0606D69C5441B9811879ABE1DC7C31">
    <w:name w:val="BD0606D69C5441B9811879ABE1DC7C31"/>
  </w:style>
  <w:style w:type="paragraph" w:customStyle="1" w:styleId="F515F7B802224141B841BED6ECAEC5CF">
    <w:name w:val="F515F7B802224141B841BED6ECAEC5CF"/>
  </w:style>
  <w:style w:type="paragraph" w:customStyle="1" w:styleId="8C5FF6E9CF274B658F58970403A254CE">
    <w:name w:val="8C5FF6E9CF274B658F58970403A254CE"/>
  </w:style>
  <w:style w:type="paragraph" w:customStyle="1" w:styleId="2C6073C50AA24DC588A44254CE647B79">
    <w:name w:val="2C6073C50AA24DC588A44254CE647B79"/>
  </w:style>
  <w:style w:type="paragraph" w:customStyle="1" w:styleId="EE730E06F9D5443798801050E7759A8F">
    <w:name w:val="EE730E06F9D5443798801050E7759A8F"/>
  </w:style>
  <w:style w:type="paragraph" w:customStyle="1" w:styleId="4DD4FF3F68304E7CB052543BECB10EED">
    <w:name w:val="4DD4FF3F68304E7CB052543BECB10EED"/>
  </w:style>
  <w:style w:type="paragraph" w:customStyle="1" w:styleId="6D9692E6E850412991AA4D3FBFC41A97">
    <w:name w:val="6D9692E6E850412991AA4D3FBFC41A97"/>
  </w:style>
  <w:style w:type="paragraph" w:customStyle="1" w:styleId="FCB2C44AD994496DAC041EE1AF09D246">
    <w:name w:val="FCB2C44AD994496DAC041EE1AF09D246"/>
  </w:style>
  <w:style w:type="paragraph" w:customStyle="1" w:styleId="EE785F617BA64B62BB7E5C1F77529E0F">
    <w:name w:val="EE785F617BA64B62BB7E5C1F77529E0F"/>
  </w:style>
  <w:style w:type="paragraph" w:customStyle="1" w:styleId="1AFAC9D5E12942CB9A61CD327C32FD96">
    <w:name w:val="1AFAC9D5E12942CB9A61CD327C32FD96"/>
  </w:style>
  <w:style w:type="paragraph" w:customStyle="1" w:styleId="AA6A4D6F678843B2BA8E34CBE0557D19">
    <w:name w:val="AA6A4D6F678843B2BA8E34CBE0557D19"/>
  </w:style>
  <w:style w:type="paragraph" w:customStyle="1" w:styleId="3ED207BB538A4D2CAFB0EF37E207BE5F">
    <w:name w:val="3ED207BB538A4D2CAFB0EF37E207BE5F"/>
    <w:rsid w:val="007C1783"/>
    <w:pPr>
      <w:spacing w:after="200" w:line="276" w:lineRule="auto"/>
    </w:pPr>
    <w:rPr>
      <w:lang w:val="en-GB" w:eastAsia="en-GB"/>
    </w:rPr>
  </w:style>
  <w:style w:type="paragraph" w:customStyle="1" w:styleId="E8FFFA296033405F8EF9D91EBCE5642A">
    <w:name w:val="E8FFFA296033405F8EF9D91EBCE5642A"/>
    <w:rsid w:val="007C1783"/>
    <w:pPr>
      <w:spacing w:after="200" w:line="276" w:lineRule="auto"/>
    </w:pPr>
    <w:rPr>
      <w:lang w:val="en-GB" w:eastAsia="en-GB"/>
    </w:rPr>
  </w:style>
  <w:style w:type="paragraph" w:customStyle="1" w:styleId="7FD37D5BB8624AD6B06F07B67D0310E3">
    <w:name w:val="7FD37D5BB8624AD6B06F07B67D0310E3"/>
    <w:rsid w:val="007C1783"/>
    <w:pPr>
      <w:spacing w:after="200" w:line="276" w:lineRule="auto"/>
    </w:pPr>
    <w:rPr>
      <w:lang w:val="en-GB" w:eastAsia="en-GB"/>
    </w:rPr>
  </w:style>
  <w:style w:type="paragraph" w:customStyle="1" w:styleId="A1294C9F0C9742E585889ED80656B9FE">
    <w:name w:val="A1294C9F0C9742E585889ED80656B9FE"/>
    <w:rsid w:val="007C1783"/>
    <w:pPr>
      <w:spacing w:after="200" w:line="276" w:lineRule="auto"/>
    </w:pPr>
    <w:rPr>
      <w:lang w:val="en-GB" w:eastAsia="en-GB"/>
    </w:rPr>
  </w:style>
  <w:style w:type="paragraph" w:customStyle="1" w:styleId="53E14F004FA64365ACB0D6907A03611F">
    <w:name w:val="53E14F004FA64365ACB0D6907A03611F"/>
    <w:rsid w:val="007C1783"/>
    <w:pPr>
      <w:spacing w:after="200" w:line="276" w:lineRule="auto"/>
    </w:pPr>
    <w:rPr>
      <w:lang w:val="en-GB" w:eastAsia="en-GB"/>
    </w:rPr>
  </w:style>
  <w:style w:type="paragraph" w:customStyle="1" w:styleId="DBE04E301A2C4883B2E64997FCD086C9">
    <w:name w:val="DBE04E301A2C4883B2E64997FCD086C9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">
    <w:name w:val="4C9C7C2A43734D7E93BD0878AE53E942"/>
    <w:rsid w:val="007C1783"/>
    <w:pPr>
      <w:spacing w:after="200" w:line="276" w:lineRule="auto"/>
    </w:pPr>
    <w:rPr>
      <w:lang w:val="en-GB" w:eastAsia="en-GB"/>
    </w:rPr>
  </w:style>
  <w:style w:type="paragraph" w:customStyle="1" w:styleId="41F8C22FC7C2409189F44F744AF2B12F">
    <w:name w:val="41F8C22FC7C2409189F44F744AF2B12F"/>
    <w:rsid w:val="007C1783"/>
    <w:pPr>
      <w:spacing w:after="200" w:line="276" w:lineRule="auto"/>
    </w:pPr>
    <w:rPr>
      <w:lang w:val="en-GB" w:eastAsia="en-GB"/>
    </w:rPr>
  </w:style>
  <w:style w:type="paragraph" w:customStyle="1" w:styleId="B7C0FF61416444CBBA635E2E3D91FA87">
    <w:name w:val="B7C0FF61416444CBBA635E2E3D91FA87"/>
    <w:rsid w:val="007C1783"/>
    <w:pPr>
      <w:spacing w:after="200" w:line="276" w:lineRule="auto"/>
    </w:pPr>
    <w:rPr>
      <w:lang w:val="en-GB" w:eastAsia="en-GB"/>
    </w:rPr>
  </w:style>
  <w:style w:type="paragraph" w:customStyle="1" w:styleId="1E3F9D0C86914041A4626E31534AD2EA">
    <w:name w:val="1E3F9D0C86914041A4626E31534AD2EA"/>
    <w:rsid w:val="007C1783"/>
    <w:pPr>
      <w:spacing w:after="200" w:line="276" w:lineRule="auto"/>
    </w:pPr>
    <w:rPr>
      <w:lang w:val="en-GB" w:eastAsia="en-GB"/>
    </w:rPr>
  </w:style>
  <w:style w:type="paragraph" w:customStyle="1" w:styleId="016F695EE6C64DBA801B1D5FBA1F1737">
    <w:name w:val="016F695EE6C64DBA801B1D5FBA1F1737"/>
    <w:rsid w:val="007C1783"/>
    <w:pPr>
      <w:spacing w:after="200" w:line="276" w:lineRule="auto"/>
    </w:pPr>
    <w:rPr>
      <w:lang w:val="en-GB" w:eastAsia="en-GB"/>
    </w:rPr>
  </w:style>
  <w:style w:type="paragraph" w:customStyle="1" w:styleId="6555DAE5B42C4E9B9919589A116484D1">
    <w:name w:val="6555DAE5B42C4E9B9919589A116484D1"/>
    <w:rsid w:val="007C1783"/>
    <w:pPr>
      <w:spacing w:after="200" w:line="276" w:lineRule="auto"/>
    </w:pPr>
    <w:rPr>
      <w:lang w:val="en-GB" w:eastAsia="en-GB"/>
    </w:rPr>
  </w:style>
  <w:style w:type="paragraph" w:customStyle="1" w:styleId="DA4B0369F11D40528E5402003389A409">
    <w:name w:val="DA4B0369F11D40528E5402003389A409"/>
    <w:rsid w:val="007C1783"/>
    <w:pPr>
      <w:spacing w:after="200" w:line="276" w:lineRule="auto"/>
    </w:pPr>
    <w:rPr>
      <w:lang w:val="en-GB" w:eastAsia="en-GB"/>
    </w:rPr>
  </w:style>
  <w:style w:type="paragraph" w:customStyle="1" w:styleId="FA90842098B747118E7CBA8BEC5C35F9">
    <w:name w:val="FA90842098B747118E7CBA8BEC5C35F9"/>
    <w:rsid w:val="007C1783"/>
    <w:pPr>
      <w:spacing w:after="200" w:line="276" w:lineRule="auto"/>
    </w:pPr>
    <w:rPr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7C1783"/>
    <w:rPr>
      <w:color w:val="808080"/>
    </w:rPr>
  </w:style>
  <w:style w:type="paragraph" w:customStyle="1" w:styleId="DF4D2F3A7539407AA749FC8E25E3155F">
    <w:name w:val="DF4D2F3A7539407AA749FC8E25E3155F"/>
    <w:rsid w:val="007C1783"/>
    <w:pPr>
      <w:spacing w:after="200" w:line="276" w:lineRule="auto"/>
    </w:pPr>
    <w:rPr>
      <w:lang w:val="en-GB" w:eastAsia="en-GB"/>
    </w:rPr>
  </w:style>
  <w:style w:type="paragraph" w:customStyle="1" w:styleId="27B769A117384C8D86B6938C6B92D485">
    <w:name w:val="27B769A117384C8D86B6938C6B92D485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1">
    <w:name w:val="4C9C7C2A43734D7E93BD0878AE53E9421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7F66B1C6DE924EC28CF2DEEE1C9D4D09">
    <w:name w:val="7F66B1C6DE924EC28CF2DEEE1C9D4D09"/>
    <w:rsid w:val="007C1783"/>
    <w:pPr>
      <w:spacing w:before="120" w:after="40" w:line="240" w:lineRule="auto"/>
      <w:ind w:left="72"/>
      <w:outlineLvl w:val="2"/>
    </w:pPr>
    <w:rPr>
      <w:rFonts w:asciiTheme="majorHAnsi" w:eastAsiaTheme="majorEastAsia" w:hAnsiTheme="majorHAnsi" w:cstheme="majorBidi"/>
      <w:color w:val="4F81BD" w:themeColor="accent1"/>
      <w:sz w:val="21"/>
      <w:szCs w:val="21"/>
      <w:lang w:eastAsia="ja-JP"/>
    </w:rPr>
  </w:style>
  <w:style w:type="paragraph" w:customStyle="1" w:styleId="4C9C7C2A43734D7E93BD0878AE53E9422">
    <w:name w:val="4C9C7C2A43734D7E93BD0878AE53E9422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D300F4E470FC437C965DB8F3E5E608B5">
    <w:name w:val="D300F4E470FC437C965DB8F3E5E608B5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3">
    <w:name w:val="4C9C7C2A43734D7E93BD0878AE53E9423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2617C6A958D4428095F6CC178DE4E132">
    <w:name w:val="2617C6A958D4428095F6CC178DE4E132"/>
    <w:rsid w:val="007C1783"/>
    <w:pPr>
      <w:spacing w:after="200" w:line="276" w:lineRule="auto"/>
    </w:pPr>
    <w:rPr>
      <w:lang w:val="en-GB" w:eastAsia="en-GB"/>
    </w:rPr>
  </w:style>
  <w:style w:type="paragraph" w:customStyle="1" w:styleId="21EA3AA53F6A4668906803A7E0CB8417">
    <w:name w:val="21EA3AA53F6A4668906803A7E0CB8417"/>
    <w:rsid w:val="007C1783"/>
    <w:pPr>
      <w:spacing w:after="200" w:line="276" w:lineRule="auto"/>
    </w:pPr>
    <w:rPr>
      <w:lang w:val="en-GB" w:eastAsia="en-GB"/>
    </w:rPr>
  </w:style>
  <w:style w:type="paragraph" w:customStyle="1" w:styleId="57412AEDD0F246FB80071D36FD326EC4">
    <w:name w:val="57412AEDD0F246FB80071D36FD326EC4"/>
    <w:rsid w:val="007C1783"/>
    <w:pPr>
      <w:spacing w:after="200" w:line="276" w:lineRule="auto"/>
    </w:pPr>
    <w:rPr>
      <w:lang w:val="en-GB" w:eastAsia="en-GB"/>
    </w:rPr>
  </w:style>
  <w:style w:type="paragraph" w:customStyle="1" w:styleId="E8BCC9DFD5144007B252EE0E1D705762">
    <w:name w:val="E8BCC9DFD5144007B252EE0E1D705762"/>
    <w:rsid w:val="007C1783"/>
    <w:pPr>
      <w:spacing w:after="200" w:line="276" w:lineRule="auto"/>
    </w:pPr>
    <w:rPr>
      <w:lang w:val="en-GB" w:eastAsia="en-GB"/>
    </w:rPr>
  </w:style>
  <w:style w:type="paragraph" w:customStyle="1" w:styleId="5F529A3478C34E118FCB2EFB1FF369ED">
    <w:name w:val="5F529A3478C34E118FCB2EFB1FF369ED"/>
    <w:rsid w:val="007C1783"/>
    <w:pPr>
      <w:spacing w:after="200" w:line="276" w:lineRule="auto"/>
    </w:pPr>
    <w:rPr>
      <w:lang w:val="en-GB" w:eastAsia="en-GB"/>
    </w:rPr>
  </w:style>
  <w:style w:type="paragraph" w:customStyle="1" w:styleId="4B8AB67E0D8446B0888AD7AA0E61F5FC">
    <w:name w:val="4B8AB67E0D8446B0888AD7AA0E61F5FC"/>
    <w:rsid w:val="0046337F"/>
    <w:pPr>
      <w:spacing w:after="200" w:line="276" w:lineRule="auto"/>
    </w:pPr>
    <w:rPr>
      <w:lang w:val="en-GB" w:eastAsia="en-GB"/>
    </w:rPr>
  </w:style>
  <w:style w:type="paragraph" w:customStyle="1" w:styleId="CB7BACB65E5449B4AA8C68A4E7D84A8E">
    <w:name w:val="CB7BACB65E5449B4AA8C68A4E7D84A8E"/>
    <w:rsid w:val="0046337F"/>
    <w:pPr>
      <w:spacing w:after="200" w:line="276" w:lineRule="auto"/>
    </w:pPr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07FDF3DA444BC6A6AEC2FEC991FCC0">
    <w:name w:val="5707FDF3DA444BC6A6AEC2FEC991FCC0"/>
  </w:style>
  <w:style w:type="character" w:styleId="SubtleEmphasis">
    <w:name w:val="Subtle Emphasis"/>
    <w:basedOn w:val="DefaultParagraphFont"/>
    <w:unhideWhenUsed/>
    <w:qFormat/>
    <w:rsid w:val="0046337F"/>
    <w:rPr>
      <w:i/>
      <w:iCs/>
      <w:color w:val="auto"/>
    </w:rPr>
  </w:style>
  <w:style w:type="paragraph" w:customStyle="1" w:styleId="F8F4BF9CCFE04E01904899BA43E7394C">
    <w:name w:val="F8F4BF9CCFE04E01904899BA43E7394C"/>
  </w:style>
  <w:style w:type="paragraph" w:customStyle="1" w:styleId="DC18BC9E476A4865AEB5DD4B4706D530">
    <w:name w:val="DC18BC9E476A4865AEB5DD4B4706D530"/>
  </w:style>
  <w:style w:type="paragraph" w:customStyle="1" w:styleId="EDDD22F6A3F544C4B2CF41A8AA0E9B5B">
    <w:name w:val="EDDD22F6A3F544C4B2CF41A8AA0E9B5B"/>
  </w:style>
  <w:style w:type="paragraph" w:customStyle="1" w:styleId="D174158FE22D4068A0B0B3F6BB373290">
    <w:name w:val="D174158FE22D4068A0B0B3F6BB373290"/>
  </w:style>
  <w:style w:type="paragraph" w:customStyle="1" w:styleId="BD0606D69C5441B9811879ABE1DC7C31">
    <w:name w:val="BD0606D69C5441B9811879ABE1DC7C31"/>
  </w:style>
  <w:style w:type="paragraph" w:customStyle="1" w:styleId="F515F7B802224141B841BED6ECAEC5CF">
    <w:name w:val="F515F7B802224141B841BED6ECAEC5CF"/>
  </w:style>
  <w:style w:type="paragraph" w:customStyle="1" w:styleId="8C5FF6E9CF274B658F58970403A254CE">
    <w:name w:val="8C5FF6E9CF274B658F58970403A254CE"/>
  </w:style>
  <w:style w:type="paragraph" w:customStyle="1" w:styleId="2C6073C50AA24DC588A44254CE647B79">
    <w:name w:val="2C6073C50AA24DC588A44254CE647B79"/>
  </w:style>
  <w:style w:type="paragraph" w:customStyle="1" w:styleId="EE730E06F9D5443798801050E7759A8F">
    <w:name w:val="EE730E06F9D5443798801050E7759A8F"/>
  </w:style>
  <w:style w:type="paragraph" w:customStyle="1" w:styleId="4DD4FF3F68304E7CB052543BECB10EED">
    <w:name w:val="4DD4FF3F68304E7CB052543BECB10EED"/>
  </w:style>
  <w:style w:type="paragraph" w:customStyle="1" w:styleId="6D9692E6E850412991AA4D3FBFC41A97">
    <w:name w:val="6D9692E6E850412991AA4D3FBFC41A97"/>
  </w:style>
  <w:style w:type="paragraph" w:customStyle="1" w:styleId="FCB2C44AD994496DAC041EE1AF09D246">
    <w:name w:val="FCB2C44AD994496DAC041EE1AF09D246"/>
  </w:style>
  <w:style w:type="paragraph" w:customStyle="1" w:styleId="EE785F617BA64B62BB7E5C1F77529E0F">
    <w:name w:val="EE785F617BA64B62BB7E5C1F77529E0F"/>
  </w:style>
  <w:style w:type="paragraph" w:customStyle="1" w:styleId="1AFAC9D5E12942CB9A61CD327C32FD96">
    <w:name w:val="1AFAC9D5E12942CB9A61CD327C32FD96"/>
  </w:style>
  <w:style w:type="paragraph" w:customStyle="1" w:styleId="AA6A4D6F678843B2BA8E34CBE0557D19">
    <w:name w:val="AA6A4D6F678843B2BA8E34CBE0557D19"/>
  </w:style>
  <w:style w:type="paragraph" w:customStyle="1" w:styleId="3ED207BB538A4D2CAFB0EF37E207BE5F">
    <w:name w:val="3ED207BB538A4D2CAFB0EF37E207BE5F"/>
    <w:rsid w:val="007C1783"/>
    <w:pPr>
      <w:spacing w:after="200" w:line="276" w:lineRule="auto"/>
    </w:pPr>
    <w:rPr>
      <w:lang w:val="en-GB" w:eastAsia="en-GB"/>
    </w:rPr>
  </w:style>
  <w:style w:type="paragraph" w:customStyle="1" w:styleId="E8FFFA296033405F8EF9D91EBCE5642A">
    <w:name w:val="E8FFFA296033405F8EF9D91EBCE5642A"/>
    <w:rsid w:val="007C1783"/>
    <w:pPr>
      <w:spacing w:after="200" w:line="276" w:lineRule="auto"/>
    </w:pPr>
    <w:rPr>
      <w:lang w:val="en-GB" w:eastAsia="en-GB"/>
    </w:rPr>
  </w:style>
  <w:style w:type="paragraph" w:customStyle="1" w:styleId="7FD37D5BB8624AD6B06F07B67D0310E3">
    <w:name w:val="7FD37D5BB8624AD6B06F07B67D0310E3"/>
    <w:rsid w:val="007C1783"/>
    <w:pPr>
      <w:spacing w:after="200" w:line="276" w:lineRule="auto"/>
    </w:pPr>
    <w:rPr>
      <w:lang w:val="en-GB" w:eastAsia="en-GB"/>
    </w:rPr>
  </w:style>
  <w:style w:type="paragraph" w:customStyle="1" w:styleId="A1294C9F0C9742E585889ED80656B9FE">
    <w:name w:val="A1294C9F0C9742E585889ED80656B9FE"/>
    <w:rsid w:val="007C1783"/>
    <w:pPr>
      <w:spacing w:after="200" w:line="276" w:lineRule="auto"/>
    </w:pPr>
    <w:rPr>
      <w:lang w:val="en-GB" w:eastAsia="en-GB"/>
    </w:rPr>
  </w:style>
  <w:style w:type="paragraph" w:customStyle="1" w:styleId="53E14F004FA64365ACB0D6907A03611F">
    <w:name w:val="53E14F004FA64365ACB0D6907A03611F"/>
    <w:rsid w:val="007C1783"/>
    <w:pPr>
      <w:spacing w:after="200" w:line="276" w:lineRule="auto"/>
    </w:pPr>
    <w:rPr>
      <w:lang w:val="en-GB" w:eastAsia="en-GB"/>
    </w:rPr>
  </w:style>
  <w:style w:type="paragraph" w:customStyle="1" w:styleId="DBE04E301A2C4883B2E64997FCD086C9">
    <w:name w:val="DBE04E301A2C4883B2E64997FCD086C9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">
    <w:name w:val="4C9C7C2A43734D7E93BD0878AE53E942"/>
    <w:rsid w:val="007C1783"/>
    <w:pPr>
      <w:spacing w:after="200" w:line="276" w:lineRule="auto"/>
    </w:pPr>
    <w:rPr>
      <w:lang w:val="en-GB" w:eastAsia="en-GB"/>
    </w:rPr>
  </w:style>
  <w:style w:type="paragraph" w:customStyle="1" w:styleId="41F8C22FC7C2409189F44F744AF2B12F">
    <w:name w:val="41F8C22FC7C2409189F44F744AF2B12F"/>
    <w:rsid w:val="007C1783"/>
    <w:pPr>
      <w:spacing w:after="200" w:line="276" w:lineRule="auto"/>
    </w:pPr>
    <w:rPr>
      <w:lang w:val="en-GB" w:eastAsia="en-GB"/>
    </w:rPr>
  </w:style>
  <w:style w:type="paragraph" w:customStyle="1" w:styleId="B7C0FF61416444CBBA635E2E3D91FA87">
    <w:name w:val="B7C0FF61416444CBBA635E2E3D91FA87"/>
    <w:rsid w:val="007C1783"/>
    <w:pPr>
      <w:spacing w:after="200" w:line="276" w:lineRule="auto"/>
    </w:pPr>
    <w:rPr>
      <w:lang w:val="en-GB" w:eastAsia="en-GB"/>
    </w:rPr>
  </w:style>
  <w:style w:type="paragraph" w:customStyle="1" w:styleId="1E3F9D0C86914041A4626E31534AD2EA">
    <w:name w:val="1E3F9D0C86914041A4626E31534AD2EA"/>
    <w:rsid w:val="007C1783"/>
    <w:pPr>
      <w:spacing w:after="200" w:line="276" w:lineRule="auto"/>
    </w:pPr>
    <w:rPr>
      <w:lang w:val="en-GB" w:eastAsia="en-GB"/>
    </w:rPr>
  </w:style>
  <w:style w:type="paragraph" w:customStyle="1" w:styleId="016F695EE6C64DBA801B1D5FBA1F1737">
    <w:name w:val="016F695EE6C64DBA801B1D5FBA1F1737"/>
    <w:rsid w:val="007C1783"/>
    <w:pPr>
      <w:spacing w:after="200" w:line="276" w:lineRule="auto"/>
    </w:pPr>
    <w:rPr>
      <w:lang w:val="en-GB" w:eastAsia="en-GB"/>
    </w:rPr>
  </w:style>
  <w:style w:type="paragraph" w:customStyle="1" w:styleId="6555DAE5B42C4E9B9919589A116484D1">
    <w:name w:val="6555DAE5B42C4E9B9919589A116484D1"/>
    <w:rsid w:val="007C1783"/>
    <w:pPr>
      <w:spacing w:after="200" w:line="276" w:lineRule="auto"/>
    </w:pPr>
    <w:rPr>
      <w:lang w:val="en-GB" w:eastAsia="en-GB"/>
    </w:rPr>
  </w:style>
  <w:style w:type="paragraph" w:customStyle="1" w:styleId="DA4B0369F11D40528E5402003389A409">
    <w:name w:val="DA4B0369F11D40528E5402003389A409"/>
    <w:rsid w:val="007C1783"/>
    <w:pPr>
      <w:spacing w:after="200" w:line="276" w:lineRule="auto"/>
    </w:pPr>
    <w:rPr>
      <w:lang w:val="en-GB" w:eastAsia="en-GB"/>
    </w:rPr>
  </w:style>
  <w:style w:type="paragraph" w:customStyle="1" w:styleId="FA90842098B747118E7CBA8BEC5C35F9">
    <w:name w:val="FA90842098B747118E7CBA8BEC5C35F9"/>
    <w:rsid w:val="007C1783"/>
    <w:pPr>
      <w:spacing w:after="200" w:line="276" w:lineRule="auto"/>
    </w:pPr>
    <w:rPr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7C1783"/>
    <w:rPr>
      <w:color w:val="808080"/>
    </w:rPr>
  </w:style>
  <w:style w:type="paragraph" w:customStyle="1" w:styleId="DF4D2F3A7539407AA749FC8E25E3155F">
    <w:name w:val="DF4D2F3A7539407AA749FC8E25E3155F"/>
    <w:rsid w:val="007C1783"/>
    <w:pPr>
      <w:spacing w:after="200" w:line="276" w:lineRule="auto"/>
    </w:pPr>
    <w:rPr>
      <w:lang w:val="en-GB" w:eastAsia="en-GB"/>
    </w:rPr>
  </w:style>
  <w:style w:type="paragraph" w:customStyle="1" w:styleId="27B769A117384C8D86B6938C6B92D485">
    <w:name w:val="27B769A117384C8D86B6938C6B92D485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1">
    <w:name w:val="4C9C7C2A43734D7E93BD0878AE53E9421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7F66B1C6DE924EC28CF2DEEE1C9D4D09">
    <w:name w:val="7F66B1C6DE924EC28CF2DEEE1C9D4D09"/>
    <w:rsid w:val="007C1783"/>
    <w:pPr>
      <w:spacing w:before="120" w:after="40" w:line="240" w:lineRule="auto"/>
      <w:ind w:left="72"/>
      <w:outlineLvl w:val="2"/>
    </w:pPr>
    <w:rPr>
      <w:rFonts w:asciiTheme="majorHAnsi" w:eastAsiaTheme="majorEastAsia" w:hAnsiTheme="majorHAnsi" w:cstheme="majorBidi"/>
      <w:color w:val="4F81BD" w:themeColor="accent1"/>
      <w:sz w:val="21"/>
      <w:szCs w:val="21"/>
      <w:lang w:eastAsia="ja-JP"/>
    </w:rPr>
  </w:style>
  <w:style w:type="paragraph" w:customStyle="1" w:styleId="4C9C7C2A43734D7E93BD0878AE53E9422">
    <w:name w:val="4C9C7C2A43734D7E93BD0878AE53E9422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D300F4E470FC437C965DB8F3E5E608B5">
    <w:name w:val="D300F4E470FC437C965DB8F3E5E608B5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3">
    <w:name w:val="4C9C7C2A43734D7E93BD0878AE53E9423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2617C6A958D4428095F6CC178DE4E132">
    <w:name w:val="2617C6A958D4428095F6CC178DE4E132"/>
    <w:rsid w:val="007C1783"/>
    <w:pPr>
      <w:spacing w:after="200" w:line="276" w:lineRule="auto"/>
    </w:pPr>
    <w:rPr>
      <w:lang w:val="en-GB" w:eastAsia="en-GB"/>
    </w:rPr>
  </w:style>
  <w:style w:type="paragraph" w:customStyle="1" w:styleId="21EA3AA53F6A4668906803A7E0CB8417">
    <w:name w:val="21EA3AA53F6A4668906803A7E0CB8417"/>
    <w:rsid w:val="007C1783"/>
    <w:pPr>
      <w:spacing w:after="200" w:line="276" w:lineRule="auto"/>
    </w:pPr>
    <w:rPr>
      <w:lang w:val="en-GB" w:eastAsia="en-GB"/>
    </w:rPr>
  </w:style>
  <w:style w:type="paragraph" w:customStyle="1" w:styleId="57412AEDD0F246FB80071D36FD326EC4">
    <w:name w:val="57412AEDD0F246FB80071D36FD326EC4"/>
    <w:rsid w:val="007C1783"/>
    <w:pPr>
      <w:spacing w:after="200" w:line="276" w:lineRule="auto"/>
    </w:pPr>
    <w:rPr>
      <w:lang w:val="en-GB" w:eastAsia="en-GB"/>
    </w:rPr>
  </w:style>
  <w:style w:type="paragraph" w:customStyle="1" w:styleId="E8BCC9DFD5144007B252EE0E1D705762">
    <w:name w:val="E8BCC9DFD5144007B252EE0E1D705762"/>
    <w:rsid w:val="007C1783"/>
    <w:pPr>
      <w:spacing w:after="200" w:line="276" w:lineRule="auto"/>
    </w:pPr>
    <w:rPr>
      <w:lang w:val="en-GB" w:eastAsia="en-GB"/>
    </w:rPr>
  </w:style>
  <w:style w:type="paragraph" w:customStyle="1" w:styleId="5F529A3478C34E118FCB2EFB1FF369ED">
    <w:name w:val="5F529A3478C34E118FCB2EFB1FF369ED"/>
    <w:rsid w:val="007C1783"/>
    <w:pPr>
      <w:spacing w:after="200" w:line="276" w:lineRule="auto"/>
    </w:pPr>
    <w:rPr>
      <w:lang w:val="en-GB" w:eastAsia="en-GB"/>
    </w:rPr>
  </w:style>
  <w:style w:type="paragraph" w:customStyle="1" w:styleId="4B8AB67E0D8446B0888AD7AA0E61F5FC">
    <w:name w:val="4B8AB67E0D8446B0888AD7AA0E61F5FC"/>
    <w:rsid w:val="0046337F"/>
    <w:pPr>
      <w:spacing w:after="200" w:line="276" w:lineRule="auto"/>
    </w:pPr>
    <w:rPr>
      <w:lang w:val="en-GB" w:eastAsia="en-GB"/>
    </w:rPr>
  </w:style>
  <w:style w:type="paragraph" w:customStyle="1" w:styleId="CB7BACB65E5449B4AA8C68A4E7D84A8E">
    <w:name w:val="CB7BACB65E5449B4AA8C68A4E7D84A8E"/>
    <w:rsid w:val="0046337F"/>
    <w:pPr>
      <w:spacing w:after="200" w:line="276" w:lineRule="auto"/>
    </w:pPr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41E147520795A54F8852DAB636ECBEF7" ma:contentTypeVersion="5" ma:contentTypeDescription="Create a new document in this library." ma:contentTypeScope="" ma:versionID="fb1d0f7a8110f8d134eb6f2bc60a1f86">
  <xsd:schema xmlns:xsd="http://www.w3.org/2001/XMLSchema" xmlns:xs="http://www.w3.org/2001/XMLSchema" xmlns:p="http://schemas.microsoft.com/office/2006/metadata/properties" xmlns:ns2="http://schemas.microsoft.com/sharepoint/v3/fields" xmlns:ns3="20047582-0dff-4d32-92f2-79faafdc4e8c" xmlns:ns4="1ceba764-4fb5-4af4-9e5b-089663bda63a" targetNamespace="http://schemas.microsoft.com/office/2006/metadata/properties" ma:root="true" ma:fieldsID="a230b5158da2ec86f9988c1164aa64e2" ns2:_="" ns3:_="" ns4:_="">
    <xsd:import namespace="http://schemas.microsoft.com/sharepoint/v3/fields"/>
    <xsd:import namespace="20047582-0dff-4d32-92f2-79faafdc4e8c"/>
    <xsd:import namespace="1ceba764-4fb5-4af4-9e5b-089663bda63a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EC_Collab_Status"/>
                <xsd:element ref="ns4:_dlc_DocId" minOccurs="0"/>
                <xsd:element ref="ns4:_dlc_DocIdUrl" minOccurs="0"/>
                <xsd:element ref="ns4:_dlc_DocIdPersistId" minOccurs="0"/>
                <xsd:element ref="ns3:Meeting_x0020_Date"/>
                <xsd:element ref="ns3:Document_x0020_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047582-0dff-4d32-92f2-79faafdc4e8c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5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  <xsd:element name="Meeting_x0020_Date" ma:index="19" ma:displayName="Meeting Date" ma:default="[today]" ma:format="DateOnly" ma:internalName="Meeting_x0020_Date">
      <xsd:simpleType>
        <xsd:restriction base="dms:DateTime"/>
      </xsd:simpleType>
    </xsd:element>
    <xsd:element name="Document_x0020_Type" ma:index="20" ma:displayName="Document Type" ma:default="Meeting Minutes" ma:format="RadioButtons" ma:internalName="Document_x0020_Type">
      <xsd:simpleType>
        <xsd:restriction base="dms:Choice">
          <xsd:enumeration value="Meeting Minutes"/>
          <xsd:enumeration value="Agenda"/>
          <xsd:enumeration value="Supporting Documents"/>
          <xsd:enumeration value="Other Document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ba764-4fb5-4af4-9e5b-089663bda63a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Reference xmlns="20047582-0dff-4d32-92f2-79faafdc4e8c" xsi:nil="true"/>
    <_Status xmlns="http://schemas.microsoft.com/sharepoint/v3/fields">Not Started</_Status>
    <EC_Collab_DocumentLanguage xmlns="20047582-0dff-4d32-92f2-79faafdc4e8c">EN</EC_Collab_DocumentLanguage>
    <Meeting_x0020_Date xmlns="20047582-0dff-4d32-92f2-79faafdc4e8c">2017-05-09T22:00:00+00:00</Meeting_x0020_Date>
    <Document_x0020_Type xmlns="20047582-0dff-4d32-92f2-79faafdc4e8c">Agenda</Document_x0020_Type>
    <EC_Collab_Status xmlns="20047582-0dff-4d32-92f2-79faafdc4e8c">Draft</EC_Collab_Status>
    <_dlc_DocId xmlns="1ceba764-4fb5-4af4-9e5b-089663bda63a">OPSYS-1660558945-9</_dlc_DocId>
    <_dlc_DocIdUrl xmlns="1ceba764-4fb5-4af4-9e5b-089663bda63a">
      <Url>https://myintracomm-collab.ec.europa.eu/projects/Opsys/_layouts/15/DocIdRedir.aspx?ID=OPSYS-1660558945-9</Url>
      <Description>OPSYS-1660558945-9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7959-70E1-41DD-9B49-9692D7342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20047582-0dff-4d32-92f2-79faafdc4e8c"/>
    <ds:schemaRef ds:uri="1ceba764-4fb5-4af4-9e5b-089663bda6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BCD69-50AB-46A8-A8BC-101ABD8E241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E6A8B0-2906-428D-BCD4-400CCA83BE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892A9-FEE4-47D3-A698-065A6951E214}">
  <ds:schemaRefs>
    <ds:schemaRef ds:uri="20047582-0dff-4d32-92f2-79faafdc4e8c"/>
    <ds:schemaRef ds:uri="http://purl.org/dc/elements/1.1/"/>
    <ds:schemaRef ds:uri="http://schemas.microsoft.com/office/2006/metadata/properties"/>
    <ds:schemaRef ds:uri="http://purl.org/dc/dcmitype/"/>
    <ds:schemaRef ds:uri="1ceba764-4fb5-4af4-9e5b-089663bda63a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9344C46D-7FDB-4407-9847-73DFD7E7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minutes.dotx</Template>
  <TotalTime>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DUG meeting_2204</vt:lpstr>
    </vt:vector>
  </TitlesOfParts>
  <Company>European Commission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Opsys Track1_DUG 10-05_Agenda</dc:title>
  <dc:subject/>
  <dc:creator>PETITPIERRE Lucile (DEVCO-EXT)</dc:creator>
  <cp:keywords/>
  <dc:description/>
  <cp:lastModifiedBy>PETITPIERRE Lucile (DEVCO-EXT)</cp:lastModifiedBy>
  <cp:revision>7</cp:revision>
  <cp:lastPrinted>2016-04-28T11:12:00Z</cp:lastPrinted>
  <dcterms:created xsi:type="dcterms:W3CDTF">2017-05-03T09:43:00Z</dcterms:created>
  <dcterms:modified xsi:type="dcterms:W3CDTF">2017-05-09T13:27:00Z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TC034630809991</vt:lpwstr>
  </property>
  <property fmtid="{D5CDD505-2E9C-101B-9397-08002B2CF9AE}" pid="3" name="ContentTypeId">
    <vt:lpwstr>0x010100258AA79CEB83498886A3A086811232500041E147520795A54F8852DAB636ECBEF7</vt:lpwstr>
  </property>
  <property fmtid="{D5CDD505-2E9C-101B-9397-08002B2CF9AE}" pid="4" name="_dlc_DocIdItemGuid">
    <vt:lpwstr>6a14f0d1-be55-4cb0-9eab-0d00a2dc657f</vt:lpwstr>
  </property>
</Properties>
</file>