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F8D" w:rsidRDefault="00791F8D" w:rsidP="004E4EDD">
      <w:pPr>
        <w:autoSpaceDE w:val="0"/>
        <w:autoSpaceDN w:val="0"/>
        <w:adjustRightInd w:val="0"/>
        <w:spacing w:after="0" w:line="240" w:lineRule="auto"/>
        <w:contextualSpacing/>
        <w:jc w:val="center"/>
        <w:rPr>
          <w:rFonts w:cs="Calibri"/>
          <w:lang w:eastAsia="en-GB"/>
        </w:rPr>
      </w:pPr>
      <w:r w:rsidRPr="00885DED">
        <w:rPr>
          <w:noProof/>
          <w:lang w:eastAsia="en-GB"/>
        </w:rPr>
        <w:t xml:space="preserve"> </w:t>
      </w:r>
      <w:r w:rsidRPr="00EE6DA4">
        <w:rPr>
          <w:noProof/>
          <w:lang w:val="fr-BE" w:eastAsia="fr-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ome" style="width:92.4pt;height:58.8pt;visibility:visible">
            <v:imagedata r:id="rId7" o:title=""/>
          </v:shape>
        </w:pict>
      </w:r>
      <w:r w:rsidRPr="00EA16A9">
        <w:rPr>
          <w:noProof/>
          <w:lang w:eastAsia="en-GB"/>
        </w:rPr>
        <w:t xml:space="preserve"> </w:t>
      </w:r>
    </w:p>
    <w:p w:rsidR="00791F8D" w:rsidRPr="0072601B" w:rsidRDefault="00791F8D" w:rsidP="00EC2ED4">
      <w:pPr>
        <w:jc w:val="center"/>
        <w:rPr>
          <w:b/>
          <w:sz w:val="18"/>
          <w:szCs w:val="18"/>
        </w:rPr>
      </w:pPr>
    </w:p>
    <w:p w:rsidR="00791F8D" w:rsidRPr="00D64DC8" w:rsidRDefault="00791F8D" w:rsidP="00B900AF">
      <w:pPr>
        <w:jc w:val="center"/>
        <w:outlineLvl w:val="0"/>
        <w:rPr>
          <w:b/>
        </w:rPr>
      </w:pPr>
      <w:r>
        <w:t xml:space="preserve">The Hague Housing Conference </w:t>
      </w:r>
    </w:p>
    <w:p w:rsidR="00791F8D" w:rsidRPr="00980C3F" w:rsidRDefault="00791F8D" w:rsidP="00D64DC8">
      <w:pPr>
        <w:jc w:val="center"/>
        <w:rPr>
          <w:b/>
        </w:rPr>
      </w:pPr>
      <w:r w:rsidRPr="00D64DC8">
        <w:t xml:space="preserve">Terms of References for the </w:t>
      </w:r>
      <w:r w:rsidRPr="00980C3F">
        <w:t>focus group</w:t>
      </w:r>
      <w:r>
        <w:rPr>
          <w:b/>
        </w:rPr>
        <w:t xml:space="preserve"> </w:t>
      </w:r>
      <w:r w:rsidRPr="00980C3F">
        <w:rPr>
          <w:rStyle w:val="f260"/>
          <w:b/>
          <w:vanish/>
          <w:sz w:val="21"/>
          <w:szCs w:val="21"/>
        </w:rPr>
        <w:t>Financing mechanisms</w:t>
      </w:r>
      <w:r w:rsidRPr="00980C3F">
        <w:rPr>
          <w:b/>
          <w:vanish/>
          <w:sz w:val="15"/>
          <w:szCs w:val="15"/>
        </w:rPr>
        <w:t xml:space="preserve"> </w:t>
      </w:r>
      <w:r w:rsidRPr="00980C3F">
        <w:rPr>
          <w:rStyle w:val="f260"/>
          <w:b/>
          <w:vanish/>
          <w:sz w:val="21"/>
          <w:szCs w:val="21"/>
        </w:rPr>
        <w:t>for affordable housing</w:t>
      </w:r>
      <w:r w:rsidRPr="00980C3F">
        <w:rPr>
          <w:rStyle w:val="f260"/>
          <w:b/>
          <w:sz w:val="21"/>
          <w:szCs w:val="21"/>
        </w:rPr>
        <w:t xml:space="preserve"> </w:t>
      </w:r>
      <w:r>
        <w:rPr>
          <w:rStyle w:val="f260"/>
          <w:b/>
          <w:sz w:val="21"/>
          <w:szCs w:val="21"/>
        </w:rPr>
        <w:t>Strategies to address urban polarization</w:t>
      </w:r>
      <w:r w:rsidRPr="008660AB">
        <w:rPr>
          <w:vanish/>
          <w:sz w:val="21"/>
        </w:rPr>
        <w:t>Strategies to address the urban</w:t>
      </w:r>
      <w:r w:rsidRPr="008660AB">
        <w:rPr>
          <w:vanish/>
          <w:sz w:val="15"/>
          <w:szCs w:val="15"/>
        </w:rPr>
        <w:t xml:space="preserve"> </w:t>
      </w:r>
      <w:r w:rsidRPr="008660AB">
        <w:rPr>
          <w:vanish/>
          <w:sz w:val="21"/>
        </w:rPr>
        <w:t>polarizationStrategies to address the urban</w:t>
      </w:r>
      <w:r w:rsidRPr="008660AB">
        <w:rPr>
          <w:vanish/>
          <w:sz w:val="15"/>
          <w:szCs w:val="15"/>
        </w:rPr>
        <w:t xml:space="preserve"> </w:t>
      </w:r>
      <w:r w:rsidRPr="008660AB">
        <w:rPr>
          <w:vanish/>
          <w:sz w:val="21"/>
        </w:rPr>
        <w:t>polarization</w:t>
      </w:r>
    </w:p>
    <w:p w:rsidR="00791F8D" w:rsidRPr="00C41315" w:rsidRDefault="00791F8D" w:rsidP="00EC2ED4">
      <w:pPr>
        <w:jc w:val="center"/>
      </w:pPr>
      <w:r w:rsidRPr="00C41315">
        <w:t>14 February</w:t>
      </w:r>
      <w:r>
        <w:t xml:space="preserve"> 2013, 14.30- 16.00</w:t>
      </w:r>
    </w:p>
    <w:p w:rsidR="00791F8D" w:rsidRDefault="00791F8D" w:rsidP="00EC2ED4">
      <w:pPr>
        <w:jc w:val="center"/>
      </w:pPr>
      <w:r w:rsidRPr="00C41315">
        <w:t xml:space="preserve">Bel Air Hotel, </w:t>
      </w:r>
      <w:smartTag w:uri="urn:schemas-microsoft-com:office:smarttags" w:element="City">
        <w:smartTag w:uri="urn:schemas-microsoft-com:office:smarttags" w:element="place">
          <w:r w:rsidRPr="00C41315">
            <w:t>The Hague</w:t>
          </w:r>
        </w:smartTag>
      </w:smartTag>
    </w:p>
    <w:p w:rsidR="00791F8D" w:rsidRPr="00AC01FC" w:rsidRDefault="00791F8D" w:rsidP="00EC2ED4">
      <w:pPr>
        <w:jc w:val="center"/>
      </w:pPr>
      <w:r w:rsidRPr="00EE6DA4">
        <w:rPr>
          <w:noProof/>
          <w:lang w:val="fr-BE" w:eastAsia="fr-BE"/>
        </w:rPr>
        <w:pict>
          <v:shape id="Afbeelding 2" o:spid="_x0000_i1026" type="#_x0000_t75" alt="vavella_houses_rio.jpg" style="width:451.8pt;height:166.8pt;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">
            <v:imagedata r:id="rId8" o:title="" cropbottom="-118f" cropright="-15f"/>
            <o:lock v:ext="edit" aspectratio="f"/>
          </v:shape>
        </w:pict>
      </w:r>
    </w:p>
    <w:p w:rsidR="00791F8D" w:rsidRDefault="00791F8D" w:rsidP="00B900AF">
      <w:pPr>
        <w:pStyle w:val="Default"/>
        <w:outlineLvl w:val="0"/>
        <w:rPr>
          <w:b/>
          <w:bCs/>
          <w:sz w:val="22"/>
          <w:szCs w:val="22"/>
          <w:u w:val="single"/>
          <w:lang w:val="en-US"/>
        </w:rPr>
      </w:pPr>
      <w:r w:rsidRPr="005224F3">
        <w:rPr>
          <w:b/>
          <w:bCs/>
          <w:sz w:val="22"/>
          <w:szCs w:val="22"/>
          <w:u w:val="single"/>
          <w:lang w:val="en-US"/>
        </w:rPr>
        <w:t>Purpose</w:t>
      </w:r>
    </w:p>
    <w:p w:rsidR="00791F8D" w:rsidRDefault="00791F8D" w:rsidP="00AD69F5">
      <w:pPr>
        <w:pStyle w:val="Default"/>
        <w:rPr>
          <w:b/>
          <w:bCs/>
          <w:sz w:val="22"/>
          <w:szCs w:val="22"/>
          <w:lang w:val="en-US"/>
        </w:rPr>
      </w:pPr>
    </w:p>
    <w:p w:rsidR="00791F8D" w:rsidRPr="00DC3CD5" w:rsidRDefault="00791F8D" w:rsidP="002B3871">
      <w:pPr>
        <w:jc w:val="both"/>
      </w:pPr>
      <w:r w:rsidRPr="00531E51">
        <w:t xml:space="preserve">The world population is </w:t>
      </w:r>
      <w:r>
        <w:t>increasingly urb</w:t>
      </w:r>
      <w:r w:rsidRPr="00531E51">
        <w:t xml:space="preserve">anizing and that </w:t>
      </w:r>
      <w:r>
        <w:t xml:space="preserve">is </w:t>
      </w:r>
      <w:r w:rsidRPr="00531E51">
        <w:t>happen</w:t>
      </w:r>
      <w:r>
        <w:t>ing</w:t>
      </w:r>
      <w:r w:rsidRPr="00531E51">
        <w:t xml:space="preserve"> particularly in the south of the world.  </w:t>
      </w:r>
      <w:r>
        <w:t xml:space="preserve">In sub-Saharan areas, urbanization usually generates urban poverty in </w:t>
      </w:r>
      <w:r w:rsidRPr="00DC3CD5">
        <w:rPr>
          <w:i/>
        </w:rPr>
        <w:t>slum</w:t>
      </w:r>
      <w:r>
        <w:rPr>
          <w:i/>
        </w:rPr>
        <w:t>s</w:t>
      </w:r>
      <w:r w:rsidRPr="00DC3CD5">
        <w:t xml:space="preserve"> o</w:t>
      </w:r>
      <w:r>
        <w:t>r</w:t>
      </w:r>
      <w:r w:rsidRPr="00DC3CD5">
        <w:t xml:space="preserve"> </w:t>
      </w:r>
      <w:r w:rsidRPr="00DC3CD5">
        <w:rPr>
          <w:i/>
        </w:rPr>
        <w:t>bidonvilles</w:t>
      </w:r>
      <w:r>
        <w:t xml:space="preserve"> where the cleverest informal economies develop.  In principle urban planning in developing countries is a key tool to achieve economic development and to build a good governance environment.  Instead of being clear, effective and operative the approach to urban planning in developing countries is still general, controversial and debatable.</w:t>
      </w:r>
    </w:p>
    <w:p w:rsidR="00791F8D" w:rsidRDefault="00791F8D" w:rsidP="002B3871">
      <w:pPr>
        <w:jc w:val="both"/>
      </w:pPr>
      <w:r>
        <w:t xml:space="preserve">Only some determined mayors in </w:t>
      </w:r>
      <w:smartTag w:uri="urn:schemas-microsoft-com:office:smarttags" w:element="place">
        <w:r>
          <w:t>South America</w:t>
        </w:r>
      </w:smartTag>
      <w:r>
        <w:t xml:space="preserve"> have recently used urban planning, together with their power, to produce urban and economic development.</w:t>
      </w:r>
    </w:p>
    <w:p w:rsidR="00791F8D" w:rsidRDefault="00791F8D" w:rsidP="002B3871">
      <w:pPr>
        <w:jc w:val="both"/>
      </w:pPr>
      <w:r>
        <w:t>In the meanwhile the major donors hesitate while waiting for urban planning to develop full potentials through good practices (which are usually hidden as they do not comply with the requirements of the Academia).</w:t>
      </w:r>
    </w:p>
    <w:p w:rsidR="00791F8D" w:rsidRPr="0096067B" w:rsidRDefault="00791F8D" w:rsidP="002B4BDF">
      <w:pPr>
        <w:jc w:val="both"/>
      </w:pPr>
      <w:r>
        <w:t>The questions that arise are: would it be possible to re</w:t>
      </w:r>
      <w:r w:rsidRPr="0096067B">
        <w:t>think urban planning</w:t>
      </w:r>
      <w:r>
        <w:t xml:space="preserve"> starting from field working</w:t>
      </w:r>
      <w:r w:rsidRPr="0096067B">
        <w:t xml:space="preserve"> experiences in developing countries</w:t>
      </w:r>
      <w:r>
        <w:t xml:space="preserve"> ? Which could be the most appropriate technologies, aiming at (a) reducing the drafting duration, (b) linking the spatial development to the population growth, (c) identifying sustainable development spatial issues, (d) giving emphasis to participation and (e) to common interests and an equitable use of common resources. Summing up, how could urban planning revive starting from developing countries ?  What could be the expected role of donors ? </w:t>
      </w:r>
    </w:p>
    <w:p w:rsidR="00791F8D" w:rsidRDefault="00791F8D" w:rsidP="007F051C">
      <w:pPr>
        <w:pStyle w:val="Default"/>
        <w:jc w:val="both"/>
        <w:rPr>
          <w:bCs/>
          <w:sz w:val="22"/>
          <w:szCs w:val="22"/>
          <w:lang w:val="en-US"/>
        </w:rPr>
      </w:pPr>
      <w:r>
        <w:rPr>
          <w:bCs/>
          <w:sz w:val="22"/>
          <w:szCs w:val="22"/>
          <w:lang w:val="en-US"/>
        </w:rPr>
        <w:t>The focus group will try and understand the reason of an apparent fail of urban planning in developing countries and at the same time it will make concrete proposals to draft plans and launch urban development.</w:t>
      </w:r>
    </w:p>
    <w:p w:rsidR="00791F8D" w:rsidRDefault="00791F8D" w:rsidP="007F051C">
      <w:pPr>
        <w:pStyle w:val="Default"/>
        <w:jc w:val="both"/>
        <w:rPr>
          <w:bCs/>
          <w:sz w:val="22"/>
          <w:szCs w:val="22"/>
          <w:lang w:val="en-US"/>
        </w:rPr>
      </w:pPr>
    </w:p>
    <w:p w:rsidR="00791F8D" w:rsidRDefault="00791F8D" w:rsidP="007F051C">
      <w:pPr>
        <w:pStyle w:val="Default"/>
        <w:jc w:val="both"/>
        <w:rPr>
          <w:bCs/>
          <w:sz w:val="22"/>
          <w:szCs w:val="22"/>
          <w:lang w:val="en-US"/>
        </w:rPr>
      </w:pPr>
      <w:r>
        <w:rPr>
          <w:bCs/>
          <w:sz w:val="22"/>
          <w:szCs w:val="22"/>
          <w:lang w:val="en-US"/>
        </w:rPr>
        <w:t>During the discussion g</w:t>
      </w:r>
      <w:r w:rsidRPr="005A0B61">
        <w:rPr>
          <w:bCs/>
          <w:sz w:val="22"/>
          <w:szCs w:val="22"/>
          <w:lang w:val="en-US"/>
        </w:rPr>
        <w:t xml:space="preserve">overnment officers, practitioners and academics </w:t>
      </w:r>
      <w:r>
        <w:rPr>
          <w:bCs/>
          <w:sz w:val="22"/>
          <w:szCs w:val="22"/>
          <w:lang w:val="en-US"/>
        </w:rPr>
        <w:t>will exchange</w:t>
      </w:r>
      <w:r w:rsidRPr="005A0B61">
        <w:rPr>
          <w:bCs/>
          <w:sz w:val="22"/>
          <w:szCs w:val="22"/>
          <w:lang w:val="en-US"/>
        </w:rPr>
        <w:t xml:space="preserve"> their </w:t>
      </w:r>
      <w:r>
        <w:rPr>
          <w:bCs/>
          <w:sz w:val="22"/>
          <w:szCs w:val="22"/>
          <w:lang w:val="en-US"/>
        </w:rPr>
        <w:t>perspectives</w:t>
      </w:r>
      <w:r w:rsidRPr="005A0B61">
        <w:rPr>
          <w:bCs/>
          <w:sz w:val="22"/>
          <w:szCs w:val="22"/>
          <w:lang w:val="en-US"/>
        </w:rPr>
        <w:t xml:space="preserve"> and experiences and </w:t>
      </w:r>
      <w:r>
        <w:rPr>
          <w:bCs/>
          <w:sz w:val="22"/>
          <w:szCs w:val="22"/>
          <w:lang w:val="en-US"/>
        </w:rPr>
        <w:t xml:space="preserve">will draft </w:t>
      </w:r>
      <w:r w:rsidRPr="005A0B61">
        <w:rPr>
          <w:bCs/>
          <w:sz w:val="22"/>
          <w:szCs w:val="22"/>
          <w:lang w:val="en-US"/>
        </w:rPr>
        <w:t xml:space="preserve">key operational </w:t>
      </w:r>
      <w:r>
        <w:rPr>
          <w:bCs/>
          <w:sz w:val="22"/>
          <w:szCs w:val="22"/>
          <w:lang w:val="en-US"/>
        </w:rPr>
        <w:t xml:space="preserve">recommendations </w:t>
      </w:r>
      <w:r w:rsidRPr="005A0B61">
        <w:rPr>
          <w:bCs/>
          <w:sz w:val="22"/>
          <w:szCs w:val="22"/>
          <w:lang w:val="en-US"/>
        </w:rPr>
        <w:t xml:space="preserve">for </w:t>
      </w:r>
      <w:r>
        <w:rPr>
          <w:bCs/>
          <w:sz w:val="22"/>
          <w:szCs w:val="22"/>
          <w:lang w:val="en-US"/>
        </w:rPr>
        <w:t>urban planning</w:t>
      </w:r>
      <w:r w:rsidRPr="005A0B61">
        <w:rPr>
          <w:bCs/>
          <w:sz w:val="22"/>
          <w:szCs w:val="22"/>
          <w:lang w:val="en-US"/>
        </w:rPr>
        <w:t xml:space="preserve"> practitioners. The </w:t>
      </w:r>
      <w:r>
        <w:rPr>
          <w:bCs/>
          <w:sz w:val="22"/>
          <w:szCs w:val="22"/>
          <w:lang w:val="en-US"/>
        </w:rPr>
        <w:t>focus group intends to explore how urban planning could perform in different countries and to consider how such performance might be enhanced with innovative or basic activities.</w:t>
      </w:r>
      <w:r w:rsidRPr="005A0B61">
        <w:rPr>
          <w:bCs/>
          <w:sz w:val="22"/>
          <w:szCs w:val="22"/>
          <w:lang w:val="en-US"/>
        </w:rPr>
        <w:t xml:space="preserve"> </w:t>
      </w:r>
      <w:r>
        <w:rPr>
          <w:bCs/>
          <w:sz w:val="22"/>
          <w:szCs w:val="22"/>
          <w:lang w:val="en-US"/>
        </w:rPr>
        <w:t xml:space="preserve">A case study will be presented by the invited speakers to boost the discussion. </w:t>
      </w:r>
    </w:p>
    <w:p w:rsidR="00791F8D" w:rsidRDefault="00791F8D" w:rsidP="007F051C">
      <w:pPr>
        <w:pStyle w:val="Default"/>
        <w:jc w:val="both"/>
        <w:rPr>
          <w:bCs/>
          <w:sz w:val="22"/>
          <w:szCs w:val="22"/>
          <w:lang w:val="en-US"/>
        </w:rPr>
      </w:pPr>
    </w:p>
    <w:p w:rsidR="00791F8D" w:rsidRDefault="00791F8D" w:rsidP="00B900AF">
      <w:pPr>
        <w:pStyle w:val="Default"/>
        <w:outlineLvl w:val="0"/>
        <w:rPr>
          <w:b/>
          <w:bCs/>
          <w:sz w:val="22"/>
          <w:szCs w:val="22"/>
          <w:u w:val="single"/>
          <w:lang w:val="en-US"/>
        </w:rPr>
      </w:pPr>
      <w:r w:rsidRPr="005224F3">
        <w:rPr>
          <w:b/>
          <w:bCs/>
          <w:sz w:val="22"/>
          <w:szCs w:val="22"/>
          <w:u w:val="single"/>
          <w:lang w:val="en-US"/>
        </w:rPr>
        <w:t>Composition</w:t>
      </w:r>
    </w:p>
    <w:p w:rsidR="00791F8D" w:rsidRPr="00053F19" w:rsidRDefault="00791F8D" w:rsidP="00AD69F5">
      <w:pPr>
        <w:pStyle w:val="Default"/>
        <w:rPr>
          <w:bCs/>
          <w:sz w:val="22"/>
          <w:szCs w:val="22"/>
          <w:lang w:val="en-US"/>
        </w:rPr>
      </w:pPr>
      <w:r>
        <w:rPr>
          <w:bCs/>
          <w:sz w:val="22"/>
          <w:szCs w:val="22"/>
          <w:lang w:val="en-US"/>
        </w:rPr>
        <w:t>We expect around 10</w:t>
      </w:r>
      <w:r w:rsidRPr="00053F19">
        <w:rPr>
          <w:bCs/>
          <w:sz w:val="22"/>
          <w:szCs w:val="22"/>
          <w:lang w:val="en-US"/>
        </w:rPr>
        <w:t>-</w:t>
      </w:r>
      <w:r>
        <w:rPr>
          <w:bCs/>
          <w:sz w:val="22"/>
          <w:szCs w:val="22"/>
          <w:lang w:val="en-US"/>
        </w:rPr>
        <w:t>1</w:t>
      </w:r>
      <w:r w:rsidRPr="00053F19">
        <w:rPr>
          <w:bCs/>
          <w:sz w:val="22"/>
          <w:szCs w:val="22"/>
          <w:lang w:val="en-US"/>
        </w:rPr>
        <w:t xml:space="preserve">2 </w:t>
      </w:r>
      <w:r>
        <w:rPr>
          <w:bCs/>
          <w:sz w:val="22"/>
          <w:szCs w:val="22"/>
          <w:lang w:val="en-US"/>
        </w:rPr>
        <w:t xml:space="preserve">participants. Participants will be government officers, practitioners, academics. </w:t>
      </w:r>
    </w:p>
    <w:p w:rsidR="00791F8D" w:rsidRPr="000E3220" w:rsidRDefault="00791F8D" w:rsidP="00AD69F5">
      <w:pPr>
        <w:pStyle w:val="Default"/>
        <w:rPr>
          <w:b/>
          <w:bCs/>
          <w:sz w:val="22"/>
          <w:szCs w:val="22"/>
          <w:u w:val="single"/>
          <w:lang w:val="en-GB"/>
        </w:rPr>
      </w:pPr>
    </w:p>
    <w:p w:rsidR="00791F8D" w:rsidRDefault="00791F8D" w:rsidP="00B900AF">
      <w:pPr>
        <w:pStyle w:val="Default"/>
        <w:jc w:val="both"/>
        <w:outlineLvl w:val="0"/>
        <w:rPr>
          <w:b/>
          <w:sz w:val="22"/>
          <w:szCs w:val="22"/>
          <w:u w:val="single"/>
          <w:lang w:val="en-US"/>
        </w:rPr>
      </w:pPr>
      <w:r w:rsidRPr="000E3220">
        <w:rPr>
          <w:b/>
          <w:sz w:val="22"/>
          <w:szCs w:val="22"/>
          <w:u w:val="single"/>
          <w:lang w:val="en-US"/>
        </w:rPr>
        <w:t xml:space="preserve">Corresponding </w:t>
      </w:r>
      <w:r>
        <w:rPr>
          <w:b/>
          <w:sz w:val="22"/>
          <w:szCs w:val="22"/>
          <w:u w:val="single"/>
          <w:lang w:val="en-US"/>
        </w:rPr>
        <w:t>stakeholders</w:t>
      </w:r>
    </w:p>
    <w:p w:rsidR="00791F8D" w:rsidRPr="0030115C" w:rsidRDefault="00791F8D" w:rsidP="00403DAE">
      <w:pPr>
        <w:pStyle w:val="Default"/>
        <w:jc w:val="both"/>
        <w:rPr>
          <w:sz w:val="22"/>
          <w:szCs w:val="22"/>
          <w:lang w:val="en-US"/>
        </w:rPr>
      </w:pPr>
      <w:r w:rsidRPr="0030115C">
        <w:rPr>
          <w:sz w:val="22"/>
          <w:szCs w:val="22"/>
          <w:lang w:val="en-US"/>
        </w:rPr>
        <w:t>Corresponding stakeholders are the individuals and organizations that</w:t>
      </w:r>
      <w:r w:rsidRPr="00403DAE">
        <w:rPr>
          <w:sz w:val="22"/>
          <w:szCs w:val="22"/>
          <w:lang w:val="en-US"/>
        </w:rPr>
        <w:t xml:space="preserve"> </w:t>
      </w:r>
      <w:r w:rsidRPr="0030115C">
        <w:rPr>
          <w:sz w:val="22"/>
          <w:szCs w:val="22"/>
          <w:lang w:val="en-US"/>
        </w:rPr>
        <w:t xml:space="preserve">wish to </w:t>
      </w:r>
      <w:r>
        <w:rPr>
          <w:sz w:val="22"/>
          <w:szCs w:val="22"/>
          <w:lang w:val="en-US"/>
        </w:rPr>
        <w:t xml:space="preserve">be informed about the outputs of the focus group on </w:t>
      </w:r>
      <w:r>
        <w:rPr>
          <w:rStyle w:val="f260"/>
          <w:rFonts w:cs="Calibri"/>
          <w:i/>
          <w:sz w:val="21"/>
          <w:szCs w:val="21"/>
          <w:lang w:val="en-US"/>
        </w:rPr>
        <w:t>Strategies to address urban polarization</w:t>
      </w:r>
      <w:r w:rsidRPr="008660AB">
        <w:rPr>
          <w:rStyle w:val="f260"/>
          <w:rFonts w:cs="Calibri"/>
          <w:b/>
          <w:sz w:val="21"/>
          <w:szCs w:val="21"/>
          <w:lang w:val="en-US"/>
        </w:rPr>
        <w:t xml:space="preserve"> </w:t>
      </w:r>
      <w:r>
        <w:rPr>
          <w:sz w:val="22"/>
          <w:szCs w:val="22"/>
          <w:lang w:val="en-US"/>
        </w:rPr>
        <w:t>and want to be involved in the organization of The Hague Housing Conference that will take place in 2014.</w:t>
      </w:r>
    </w:p>
    <w:p w:rsidR="00791F8D" w:rsidRPr="00DA4E2A" w:rsidRDefault="00791F8D" w:rsidP="00DA4E2A">
      <w:pPr>
        <w:pStyle w:val="Default"/>
        <w:jc w:val="both"/>
        <w:rPr>
          <w:b/>
          <w:sz w:val="22"/>
          <w:szCs w:val="22"/>
          <w:lang w:val="en-US"/>
        </w:rPr>
      </w:pPr>
    </w:p>
    <w:p w:rsidR="00791F8D" w:rsidRPr="00F90C61" w:rsidRDefault="00791F8D" w:rsidP="00B900AF">
      <w:pPr>
        <w:pStyle w:val="Default"/>
        <w:outlineLvl w:val="0"/>
        <w:rPr>
          <w:b/>
          <w:bCs/>
          <w:sz w:val="22"/>
          <w:szCs w:val="22"/>
          <w:u w:val="single"/>
          <w:lang w:val="en-US"/>
        </w:rPr>
      </w:pPr>
      <w:r w:rsidRPr="00F90C61">
        <w:rPr>
          <w:b/>
          <w:bCs/>
          <w:sz w:val="22"/>
          <w:szCs w:val="22"/>
          <w:u w:val="single"/>
          <w:lang w:val="en-US"/>
        </w:rPr>
        <w:t xml:space="preserve">Main outputs </w:t>
      </w:r>
      <w:r>
        <w:rPr>
          <w:b/>
          <w:bCs/>
          <w:sz w:val="22"/>
          <w:szCs w:val="22"/>
          <w:u w:val="single"/>
          <w:lang w:val="en-US"/>
        </w:rPr>
        <w:t>of the Focus group</w:t>
      </w:r>
    </w:p>
    <w:p w:rsidR="00791F8D" w:rsidRDefault="00791F8D" w:rsidP="005A0B61">
      <w:pPr>
        <w:jc w:val="both"/>
        <w:rPr>
          <w:rFonts w:cs="Calibri"/>
          <w:color w:val="221E1F"/>
        </w:rPr>
      </w:pPr>
      <w:r w:rsidRPr="00B773E8">
        <w:t xml:space="preserve">Minutes of the </w:t>
      </w:r>
      <w:r>
        <w:t>Panel</w:t>
      </w:r>
      <w:r w:rsidRPr="00B773E8">
        <w:t xml:space="preserve"> will be drafted by </w:t>
      </w:r>
      <w:r>
        <w:t xml:space="preserve">the moderators </w:t>
      </w:r>
      <w:r w:rsidRPr="00B773E8">
        <w:t xml:space="preserve">and </w:t>
      </w:r>
      <w:r>
        <w:t>the Conference secretary and they will be presented in the form of short recommendations during the closing plenary by the chair of the Conference.</w:t>
      </w:r>
      <w:r w:rsidRPr="00B773E8">
        <w:t xml:space="preserve"> The minutes of the meeting will be collected in the conference publication, they will serve as official record of the </w:t>
      </w:r>
      <w:r>
        <w:t>Focus group</w:t>
      </w:r>
      <w:r w:rsidRPr="00B773E8">
        <w:t xml:space="preserve"> and will be circulated among the interested parties</w:t>
      </w:r>
      <w:r>
        <w:t xml:space="preserve"> that could join the Conference</w:t>
      </w:r>
      <w:r w:rsidRPr="00B773E8">
        <w:t xml:space="preserve">. </w:t>
      </w:r>
    </w:p>
    <w:p w:rsidR="00791F8D" w:rsidRDefault="00791F8D" w:rsidP="00692E11">
      <w:pPr>
        <w:jc w:val="both"/>
        <w:rPr>
          <w:rFonts w:cs="Calibri"/>
          <w:color w:val="221E1F"/>
        </w:rPr>
      </w:pPr>
    </w:p>
    <w:p w:rsidR="00791F8D" w:rsidRPr="00992B54" w:rsidRDefault="00791F8D" w:rsidP="00692E11">
      <w:pPr>
        <w:jc w:val="both"/>
        <w:rPr>
          <w:i/>
        </w:rPr>
      </w:pPr>
      <w:r w:rsidRPr="005224F3">
        <w:rPr>
          <w:i/>
        </w:rPr>
        <w:t>The overall programme of the conference is available online</w:t>
      </w:r>
      <w:r>
        <w:t xml:space="preserve">: </w:t>
      </w:r>
      <w:hyperlink r:id="rId9" w:history="1">
        <w:r w:rsidRPr="00992B54">
          <w:rPr>
            <w:rStyle w:val="Hyperlink"/>
            <w:i/>
          </w:rPr>
          <w:t>http://www.ifhp.org/event/hague-housing-conference</w:t>
        </w:r>
      </w:hyperlink>
    </w:p>
    <w:p w:rsidR="00791F8D" w:rsidRPr="00A86637" w:rsidRDefault="00791F8D" w:rsidP="00692E11">
      <w:pPr>
        <w:jc w:val="both"/>
        <w:rPr>
          <w:sz w:val="20"/>
          <w:szCs w:val="20"/>
        </w:rPr>
      </w:pPr>
    </w:p>
    <w:sectPr w:rsidR="00791F8D" w:rsidRPr="00A86637" w:rsidSect="0067543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F8D" w:rsidRDefault="00791F8D" w:rsidP="00F86634">
      <w:pPr>
        <w:spacing w:after="0" w:line="240" w:lineRule="auto"/>
      </w:pPr>
      <w:r>
        <w:separator/>
      </w:r>
    </w:p>
  </w:endnote>
  <w:endnote w:type="continuationSeparator" w:id="0">
    <w:p w:rsidR="00791F8D" w:rsidRDefault="00791F8D" w:rsidP="00F866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F8D" w:rsidRDefault="00791F8D" w:rsidP="00F86634">
      <w:pPr>
        <w:spacing w:after="0" w:line="240" w:lineRule="auto"/>
      </w:pPr>
      <w:r>
        <w:separator/>
      </w:r>
    </w:p>
  </w:footnote>
  <w:footnote w:type="continuationSeparator" w:id="0">
    <w:p w:rsidR="00791F8D" w:rsidRDefault="00791F8D" w:rsidP="00F866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C4CE8B6"/>
    <w:lvl w:ilvl="0">
      <w:start w:val="1"/>
      <w:numFmt w:val="bullet"/>
      <w:lvlText w:val=""/>
      <w:lvlJc w:val="left"/>
      <w:pPr>
        <w:tabs>
          <w:tab w:val="num" w:pos="360"/>
        </w:tabs>
        <w:ind w:left="360" w:hanging="360"/>
      </w:pPr>
      <w:rPr>
        <w:rFonts w:ascii="Symbol" w:hAnsi="Symbol" w:hint="default"/>
      </w:rPr>
    </w:lvl>
  </w:abstractNum>
  <w:abstractNum w:abstractNumId="1">
    <w:nsid w:val="00D16FD0"/>
    <w:multiLevelType w:val="hybridMultilevel"/>
    <w:tmpl w:val="7E0896B4"/>
    <w:lvl w:ilvl="0" w:tplc="C4DE0E28">
      <w:numFmt w:val="bullet"/>
      <w:lvlText w:val=""/>
      <w:lvlJc w:val="left"/>
      <w:pPr>
        <w:ind w:left="1080" w:hanging="72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F433CF"/>
    <w:multiLevelType w:val="hybridMultilevel"/>
    <w:tmpl w:val="B17091B6"/>
    <w:lvl w:ilvl="0" w:tplc="F62487BA">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B6C1B32"/>
    <w:multiLevelType w:val="hybridMultilevel"/>
    <w:tmpl w:val="22E8A806"/>
    <w:lvl w:ilvl="0" w:tplc="3D0C4FFC">
      <w:start w:val="6"/>
      <w:numFmt w:val="bullet"/>
      <w:lvlText w:val="-"/>
      <w:lvlJc w:val="left"/>
      <w:pPr>
        <w:tabs>
          <w:tab w:val="num" w:pos="227"/>
        </w:tabs>
        <w:ind w:left="227" w:hanging="227"/>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30160543"/>
    <w:multiLevelType w:val="hybridMultilevel"/>
    <w:tmpl w:val="F68042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1DE1DA6"/>
    <w:multiLevelType w:val="hybridMultilevel"/>
    <w:tmpl w:val="46988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29503F9"/>
    <w:multiLevelType w:val="hybridMultilevel"/>
    <w:tmpl w:val="8FE85E88"/>
    <w:lvl w:ilvl="0" w:tplc="F62487BA">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B9D0A49"/>
    <w:multiLevelType w:val="hybridMultilevel"/>
    <w:tmpl w:val="413638DC"/>
    <w:lvl w:ilvl="0" w:tplc="276CE5FA">
      <w:numFmt w:val="bullet"/>
      <w:lvlText w:val="-"/>
      <w:lvlJc w:val="left"/>
      <w:pPr>
        <w:ind w:left="1080" w:hanging="360"/>
      </w:pPr>
      <w:rPr>
        <w:rFonts w:ascii="Calibri" w:eastAsia="Times New Roman" w:hAnsi="Calibri"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4BE1482E"/>
    <w:multiLevelType w:val="hybridMultilevel"/>
    <w:tmpl w:val="B10818A0"/>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FBF1D6E"/>
    <w:multiLevelType w:val="hybridMultilevel"/>
    <w:tmpl w:val="EAC2C928"/>
    <w:lvl w:ilvl="0" w:tplc="DDEEB114">
      <w:start w:val="17"/>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AE5F54"/>
    <w:multiLevelType w:val="hybridMultilevel"/>
    <w:tmpl w:val="A412B89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566E039C"/>
    <w:multiLevelType w:val="hybridMultilevel"/>
    <w:tmpl w:val="49D85E4C"/>
    <w:lvl w:ilvl="0" w:tplc="F62487BA">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8D416A4"/>
    <w:multiLevelType w:val="hybridMultilevel"/>
    <w:tmpl w:val="6FCA25B6"/>
    <w:lvl w:ilvl="0" w:tplc="F62487BA">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FFC1A77"/>
    <w:multiLevelType w:val="hybridMultilevel"/>
    <w:tmpl w:val="12989FB0"/>
    <w:lvl w:ilvl="0" w:tplc="0809000B">
      <w:start w:val="1"/>
      <w:numFmt w:val="bullet"/>
      <w:lvlText w:val=""/>
      <w:lvlJc w:val="left"/>
      <w:pPr>
        <w:ind w:left="1080" w:hanging="72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F972AD6"/>
    <w:multiLevelType w:val="hybridMultilevel"/>
    <w:tmpl w:val="3FF86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5"/>
  </w:num>
  <w:num w:numId="13">
    <w:abstractNumId w:val="1"/>
  </w:num>
  <w:num w:numId="14">
    <w:abstractNumId w:val="8"/>
  </w:num>
  <w:num w:numId="15">
    <w:abstractNumId w:val="13"/>
  </w:num>
  <w:num w:numId="16">
    <w:abstractNumId w:val="9"/>
  </w:num>
  <w:num w:numId="17">
    <w:abstractNumId w:val="10"/>
  </w:num>
  <w:num w:numId="18">
    <w:abstractNumId w:val="7"/>
  </w:num>
  <w:num w:numId="19">
    <w:abstractNumId w:val="6"/>
  </w:num>
  <w:num w:numId="20">
    <w:abstractNumId w:val="2"/>
  </w:num>
  <w:num w:numId="21">
    <w:abstractNumId w:val="14"/>
  </w:num>
  <w:num w:numId="22">
    <w:abstractNumId w:val="12"/>
  </w:num>
  <w:num w:numId="23">
    <w:abstractNumId w:val="4"/>
  </w:num>
  <w:num w:numId="24">
    <w:abstractNumId w:val="11"/>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1DDC"/>
    <w:rsid w:val="00020F30"/>
    <w:rsid w:val="00024573"/>
    <w:rsid w:val="00035ADD"/>
    <w:rsid w:val="00041604"/>
    <w:rsid w:val="00053F19"/>
    <w:rsid w:val="000740E0"/>
    <w:rsid w:val="0009308C"/>
    <w:rsid w:val="000C5667"/>
    <w:rsid w:val="000E0952"/>
    <w:rsid w:val="000E3220"/>
    <w:rsid w:val="000E59DA"/>
    <w:rsid w:val="000F0050"/>
    <w:rsid w:val="000F055D"/>
    <w:rsid w:val="00107A09"/>
    <w:rsid w:val="00134C45"/>
    <w:rsid w:val="00151A57"/>
    <w:rsid w:val="00171384"/>
    <w:rsid w:val="00171912"/>
    <w:rsid w:val="00177D46"/>
    <w:rsid w:val="00181431"/>
    <w:rsid w:val="00183506"/>
    <w:rsid w:val="001B1B7A"/>
    <w:rsid w:val="001C6CEF"/>
    <w:rsid w:val="001D58E5"/>
    <w:rsid w:val="00201F00"/>
    <w:rsid w:val="002335E1"/>
    <w:rsid w:val="00263382"/>
    <w:rsid w:val="002B3871"/>
    <w:rsid w:val="002B4BDF"/>
    <w:rsid w:val="0030115C"/>
    <w:rsid w:val="00302B54"/>
    <w:rsid w:val="00316BAD"/>
    <w:rsid w:val="00336F44"/>
    <w:rsid w:val="00342C77"/>
    <w:rsid w:val="00362C66"/>
    <w:rsid w:val="00391DDC"/>
    <w:rsid w:val="003A1E92"/>
    <w:rsid w:val="003A2676"/>
    <w:rsid w:val="003C12A3"/>
    <w:rsid w:val="00403DAE"/>
    <w:rsid w:val="00421826"/>
    <w:rsid w:val="004437DA"/>
    <w:rsid w:val="00460C25"/>
    <w:rsid w:val="004745EF"/>
    <w:rsid w:val="004848DE"/>
    <w:rsid w:val="00490042"/>
    <w:rsid w:val="004A589B"/>
    <w:rsid w:val="004D0C7C"/>
    <w:rsid w:val="004E4EDD"/>
    <w:rsid w:val="00501BE5"/>
    <w:rsid w:val="00511F93"/>
    <w:rsid w:val="005224F3"/>
    <w:rsid w:val="005272AE"/>
    <w:rsid w:val="00527EB5"/>
    <w:rsid w:val="00531E51"/>
    <w:rsid w:val="0054776E"/>
    <w:rsid w:val="00570B21"/>
    <w:rsid w:val="00584F49"/>
    <w:rsid w:val="005901C3"/>
    <w:rsid w:val="005A0B61"/>
    <w:rsid w:val="005C22E0"/>
    <w:rsid w:val="005E3A3E"/>
    <w:rsid w:val="00617576"/>
    <w:rsid w:val="006206F1"/>
    <w:rsid w:val="00636A56"/>
    <w:rsid w:val="006457B0"/>
    <w:rsid w:val="0065273F"/>
    <w:rsid w:val="00660B36"/>
    <w:rsid w:val="0067543E"/>
    <w:rsid w:val="00681DFE"/>
    <w:rsid w:val="00692E11"/>
    <w:rsid w:val="006A395B"/>
    <w:rsid w:val="006A538B"/>
    <w:rsid w:val="006B1EBE"/>
    <w:rsid w:val="006C09D9"/>
    <w:rsid w:val="006D07DC"/>
    <w:rsid w:val="006F2A91"/>
    <w:rsid w:val="00700851"/>
    <w:rsid w:val="00716817"/>
    <w:rsid w:val="0072601B"/>
    <w:rsid w:val="00746997"/>
    <w:rsid w:val="00764E98"/>
    <w:rsid w:val="007710F9"/>
    <w:rsid w:val="007910B3"/>
    <w:rsid w:val="00791F8D"/>
    <w:rsid w:val="007972A7"/>
    <w:rsid w:val="007B0BE3"/>
    <w:rsid w:val="007B515F"/>
    <w:rsid w:val="007F051C"/>
    <w:rsid w:val="00817187"/>
    <w:rsid w:val="00826707"/>
    <w:rsid w:val="0086457D"/>
    <w:rsid w:val="008660AB"/>
    <w:rsid w:val="008754DF"/>
    <w:rsid w:val="00875C45"/>
    <w:rsid w:val="00885A78"/>
    <w:rsid w:val="00885DED"/>
    <w:rsid w:val="00891BE3"/>
    <w:rsid w:val="00894524"/>
    <w:rsid w:val="008A69BF"/>
    <w:rsid w:val="008C04A2"/>
    <w:rsid w:val="008D2C9E"/>
    <w:rsid w:val="008F6630"/>
    <w:rsid w:val="00907CE5"/>
    <w:rsid w:val="00943FDE"/>
    <w:rsid w:val="0096067B"/>
    <w:rsid w:val="00972AAD"/>
    <w:rsid w:val="00980C3F"/>
    <w:rsid w:val="009851BE"/>
    <w:rsid w:val="009876FD"/>
    <w:rsid w:val="00991ADA"/>
    <w:rsid w:val="00992B54"/>
    <w:rsid w:val="009933E5"/>
    <w:rsid w:val="009A6F0E"/>
    <w:rsid w:val="009A70D6"/>
    <w:rsid w:val="009C18BC"/>
    <w:rsid w:val="009C6076"/>
    <w:rsid w:val="009C72F8"/>
    <w:rsid w:val="00A14407"/>
    <w:rsid w:val="00A404C7"/>
    <w:rsid w:val="00A72B8A"/>
    <w:rsid w:val="00A7449B"/>
    <w:rsid w:val="00A86637"/>
    <w:rsid w:val="00A90995"/>
    <w:rsid w:val="00A91E9B"/>
    <w:rsid w:val="00A93809"/>
    <w:rsid w:val="00AB23E1"/>
    <w:rsid w:val="00AB38C2"/>
    <w:rsid w:val="00AC01FC"/>
    <w:rsid w:val="00AD69F5"/>
    <w:rsid w:val="00AF368B"/>
    <w:rsid w:val="00B773E8"/>
    <w:rsid w:val="00B900AF"/>
    <w:rsid w:val="00B915A3"/>
    <w:rsid w:val="00B95D47"/>
    <w:rsid w:val="00BA24A1"/>
    <w:rsid w:val="00BA35B1"/>
    <w:rsid w:val="00BD017C"/>
    <w:rsid w:val="00BD3DCC"/>
    <w:rsid w:val="00C171C2"/>
    <w:rsid w:val="00C34728"/>
    <w:rsid w:val="00C354F6"/>
    <w:rsid w:val="00C41315"/>
    <w:rsid w:val="00C572C2"/>
    <w:rsid w:val="00C6403C"/>
    <w:rsid w:val="00C90567"/>
    <w:rsid w:val="00CA2A32"/>
    <w:rsid w:val="00CB3D82"/>
    <w:rsid w:val="00CD6A3E"/>
    <w:rsid w:val="00CF344B"/>
    <w:rsid w:val="00D01A67"/>
    <w:rsid w:val="00D074DD"/>
    <w:rsid w:val="00D27AFD"/>
    <w:rsid w:val="00D64DC8"/>
    <w:rsid w:val="00D74648"/>
    <w:rsid w:val="00D9433F"/>
    <w:rsid w:val="00DA4E2A"/>
    <w:rsid w:val="00DC3CD5"/>
    <w:rsid w:val="00DE07B9"/>
    <w:rsid w:val="00E10322"/>
    <w:rsid w:val="00E46A2C"/>
    <w:rsid w:val="00E571CE"/>
    <w:rsid w:val="00E87E44"/>
    <w:rsid w:val="00E91389"/>
    <w:rsid w:val="00EA16A9"/>
    <w:rsid w:val="00EA6D51"/>
    <w:rsid w:val="00EB466E"/>
    <w:rsid w:val="00EC0841"/>
    <w:rsid w:val="00EC2ED4"/>
    <w:rsid w:val="00EE69B3"/>
    <w:rsid w:val="00EE6DA4"/>
    <w:rsid w:val="00EE7E01"/>
    <w:rsid w:val="00EF0160"/>
    <w:rsid w:val="00EF29E4"/>
    <w:rsid w:val="00F15547"/>
    <w:rsid w:val="00F86634"/>
    <w:rsid w:val="00F90C61"/>
    <w:rsid w:val="00F92600"/>
    <w:rsid w:val="00F9555A"/>
    <w:rsid w:val="00FA134D"/>
  </w:rsids>
  <m:mathPr>
    <m:mathFont m:val="Cambria Math"/>
    <m:brkBin m:val="before"/>
    <m:brkBinSub m:val="--"/>
    <m:smallFrac m:val="off"/>
    <m:dispDef/>
    <m:lMargin m:val="0"/>
    <m:rMargin m:val="0"/>
    <m:defJc m:val="centerGroup"/>
    <m:wrapIndent m:val="1440"/>
    <m:intLim m:val="subSup"/>
    <m:naryLim m:val="undOvr"/>
  </m:mathPr>
  <w:uiCompat97To2003/>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DDC"/>
    <w:pPr>
      <w:spacing w:after="200" w:line="276" w:lineRule="auto"/>
    </w:pPr>
    <w:rPr>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91DDC"/>
    <w:pPr>
      <w:spacing w:after="0" w:line="240" w:lineRule="auto"/>
    </w:pPr>
    <w:rPr>
      <w:rFonts w:ascii="Tahoma" w:hAnsi="Tahoma"/>
      <w:sz w:val="16"/>
      <w:szCs w:val="16"/>
      <w:lang w:val="it-IT" w:eastAsia="it-IT"/>
    </w:rPr>
  </w:style>
  <w:style w:type="character" w:customStyle="1" w:styleId="BalloonTextChar">
    <w:name w:val="Balloon Text Char"/>
    <w:basedOn w:val="DefaultParagraphFont"/>
    <w:link w:val="BalloonText"/>
    <w:uiPriority w:val="99"/>
    <w:semiHidden/>
    <w:locked/>
    <w:rsid w:val="00391DDC"/>
    <w:rPr>
      <w:rFonts w:ascii="Tahoma" w:hAnsi="Tahoma" w:cs="Times New Roman"/>
      <w:sz w:val="16"/>
    </w:rPr>
  </w:style>
  <w:style w:type="paragraph" w:customStyle="1" w:styleId="HACTbodytext">
    <w:name w:val="HACT body text"/>
    <w:basedOn w:val="Normal"/>
    <w:link w:val="HACTbodytextChar"/>
    <w:uiPriority w:val="99"/>
    <w:rsid w:val="00460C25"/>
    <w:pPr>
      <w:autoSpaceDE w:val="0"/>
      <w:autoSpaceDN w:val="0"/>
      <w:adjustRightInd w:val="0"/>
      <w:spacing w:after="0" w:line="240" w:lineRule="auto"/>
    </w:pPr>
    <w:rPr>
      <w:color w:val="000000"/>
      <w:szCs w:val="20"/>
      <w:lang w:val="fr-BE" w:eastAsia="en-GB"/>
    </w:rPr>
  </w:style>
  <w:style w:type="paragraph" w:styleId="Header">
    <w:name w:val="header"/>
    <w:basedOn w:val="Normal"/>
    <w:link w:val="HeaderChar"/>
    <w:uiPriority w:val="99"/>
    <w:rsid w:val="00F86634"/>
    <w:pPr>
      <w:tabs>
        <w:tab w:val="center" w:pos="4513"/>
        <w:tab w:val="right" w:pos="9026"/>
      </w:tabs>
    </w:pPr>
    <w:rPr>
      <w:lang w:val="it-IT"/>
    </w:rPr>
  </w:style>
  <w:style w:type="character" w:customStyle="1" w:styleId="HeaderChar">
    <w:name w:val="Header Char"/>
    <w:basedOn w:val="DefaultParagraphFont"/>
    <w:link w:val="Header"/>
    <w:uiPriority w:val="99"/>
    <w:locked/>
    <w:rsid w:val="00F86634"/>
    <w:rPr>
      <w:rFonts w:cs="Times New Roman"/>
      <w:sz w:val="22"/>
      <w:lang w:eastAsia="en-US"/>
    </w:rPr>
  </w:style>
  <w:style w:type="character" w:customStyle="1" w:styleId="HACTbodytextChar">
    <w:name w:val="HACT body text Char"/>
    <w:link w:val="HACTbodytext"/>
    <w:uiPriority w:val="99"/>
    <w:locked/>
    <w:rsid w:val="00460C25"/>
    <w:rPr>
      <w:color w:val="000000"/>
      <w:sz w:val="22"/>
    </w:rPr>
  </w:style>
  <w:style w:type="paragraph" w:styleId="Footer">
    <w:name w:val="footer"/>
    <w:basedOn w:val="Normal"/>
    <w:link w:val="FooterChar"/>
    <w:uiPriority w:val="99"/>
    <w:rsid w:val="00F86634"/>
    <w:pPr>
      <w:tabs>
        <w:tab w:val="center" w:pos="4513"/>
        <w:tab w:val="right" w:pos="9026"/>
      </w:tabs>
    </w:pPr>
    <w:rPr>
      <w:lang w:val="it-IT"/>
    </w:rPr>
  </w:style>
  <w:style w:type="character" w:customStyle="1" w:styleId="FooterChar">
    <w:name w:val="Footer Char"/>
    <w:basedOn w:val="DefaultParagraphFont"/>
    <w:link w:val="Footer"/>
    <w:uiPriority w:val="99"/>
    <w:locked/>
    <w:rsid w:val="00F86634"/>
    <w:rPr>
      <w:rFonts w:cs="Times New Roman"/>
      <w:sz w:val="22"/>
      <w:lang w:eastAsia="en-US"/>
    </w:rPr>
  </w:style>
  <w:style w:type="character" w:styleId="Hyperlink">
    <w:name w:val="Hyperlink"/>
    <w:basedOn w:val="DefaultParagraphFont"/>
    <w:uiPriority w:val="99"/>
    <w:rsid w:val="00F86634"/>
    <w:rPr>
      <w:rFonts w:cs="Times New Roman"/>
      <w:color w:val="0000FF"/>
      <w:u w:val="single"/>
    </w:rPr>
  </w:style>
  <w:style w:type="paragraph" w:styleId="ListBullet">
    <w:name w:val="List Bullet"/>
    <w:basedOn w:val="Normal"/>
    <w:uiPriority w:val="99"/>
    <w:rsid w:val="00A86637"/>
    <w:pPr>
      <w:numPr>
        <w:numId w:val="2"/>
      </w:numPr>
      <w:contextualSpacing/>
    </w:pPr>
  </w:style>
  <w:style w:type="paragraph" w:customStyle="1" w:styleId="Default">
    <w:name w:val="Default"/>
    <w:uiPriority w:val="99"/>
    <w:rsid w:val="00AD69F5"/>
    <w:pPr>
      <w:autoSpaceDE w:val="0"/>
      <w:autoSpaceDN w:val="0"/>
      <w:adjustRightInd w:val="0"/>
    </w:pPr>
    <w:rPr>
      <w:rFonts w:cs="Calibri"/>
      <w:color w:val="000000"/>
      <w:sz w:val="24"/>
      <w:szCs w:val="24"/>
      <w:lang w:val="nl-NL" w:eastAsia="nl-NL"/>
    </w:rPr>
  </w:style>
  <w:style w:type="paragraph" w:styleId="ListParagraph">
    <w:name w:val="List Paragraph"/>
    <w:basedOn w:val="Normal"/>
    <w:uiPriority w:val="99"/>
    <w:qFormat/>
    <w:rsid w:val="00A72B8A"/>
    <w:pPr>
      <w:ind w:left="720"/>
      <w:contextualSpacing/>
    </w:pPr>
  </w:style>
  <w:style w:type="paragraph" w:customStyle="1" w:styleId="Pa1">
    <w:name w:val="Pa1"/>
    <w:basedOn w:val="Default"/>
    <w:next w:val="Default"/>
    <w:uiPriority w:val="99"/>
    <w:rsid w:val="000C5667"/>
    <w:pPr>
      <w:spacing w:line="221" w:lineRule="atLeast"/>
    </w:pPr>
    <w:rPr>
      <w:rFonts w:cs="Times New Roman"/>
      <w:color w:val="auto"/>
    </w:rPr>
  </w:style>
  <w:style w:type="paragraph" w:customStyle="1" w:styleId="Pa11">
    <w:name w:val="Pa11"/>
    <w:basedOn w:val="Default"/>
    <w:next w:val="Default"/>
    <w:uiPriority w:val="99"/>
    <w:rsid w:val="000C5667"/>
    <w:pPr>
      <w:spacing w:line="221" w:lineRule="atLeast"/>
    </w:pPr>
    <w:rPr>
      <w:rFonts w:cs="Times New Roman"/>
      <w:color w:val="auto"/>
    </w:rPr>
  </w:style>
  <w:style w:type="character" w:customStyle="1" w:styleId="A13">
    <w:name w:val="A13"/>
    <w:uiPriority w:val="99"/>
    <w:rsid w:val="000C5667"/>
    <w:rPr>
      <w:rFonts w:ascii="Symbol" w:hAnsi="Symbol"/>
      <w:color w:val="221E1F"/>
      <w:sz w:val="22"/>
    </w:rPr>
  </w:style>
  <w:style w:type="character" w:customStyle="1" w:styleId="f260">
    <w:name w:val="f260"/>
    <w:basedOn w:val="DefaultParagraphFont"/>
    <w:uiPriority w:val="99"/>
    <w:rsid w:val="00980C3F"/>
    <w:rPr>
      <w:rFonts w:cs="Times New Roman"/>
    </w:rPr>
  </w:style>
  <w:style w:type="paragraph" w:styleId="DocumentMap">
    <w:name w:val="Document Map"/>
    <w:basedOn w:val="Normal"/>
    <w:link w:val="DocumentMapChar"/>
    <w:uiPriority w:val="99"/>
    <w:semiHidden/>
    <w:rsid w:val="00B900A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3C12A3"/>
    <w:rPr>
      <w:rFonts w:ascii="Times New Roman" w:hAnsi="Times New Roman" w:cs="Times New Roman"/>
      <w:sz w:val="2"/>
      <w:lang w:val="en-GB" w:eastAsia="en-US"/>
    </w:rPr>
  </w:style>
</w:styles>
</file>

<file path=word/webSettings.xml><?xml version="1.0" encoding="utf-8"?>
<w:webSettings xmlns:r="http://schemas.openxmlformats.org/officeDocument/2006/relationships" xmlns:w="http://schemas.openxmlformats.org/wordprocessingml/2006/main">
  <w:divs>
    <w:div w:id="591819639">
      <w:marLeft w:val="0"/>
      <w:marRight w:val="0"/>
      <w:marTop w:val="0"/>
      <w:marBottom w:val="0"/>
      <w:divBdr>
        <w:top w:val="none" w:sz="0" w:space="0" w:color="auto"/>
        <w:left w:val="none" w:sz="0" w:space="0" w:color="auto"/>
        <w:bottom w:val="none" w:sz="0" w:space="0" w:color="auto"/>
        <w:right w:val="none" w:sz="0" w:space="0" w:color="auto"/>
      </w:divBdr>
    </w:div>
    <w:div w:id="591819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fhp.org/event/hague-housing-confer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529</Words>
  <Characters>3021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Template</dc:creator>
  <cp:keywords/>
  <dc:description/>
  <cp:lastModifiedBy>olietse</cp:lastModifiedBy>
  <cp:revision>2</cp:revision>
  <cp:lastPrinted>2013-01-07T15:22:00Z</cp:lastPrinted>
  <dcterms:created xsi:type="dcterms:W3CDTF">2013-02-02T14:48:00Z</dcterms:created>
  <dcterms:modified xsi:type="dcterms:W3CDTF">2013-02-02T14:48:00Z</dcterms:modified>
</cp:coreProperties>
</file>